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4223D" w:rsidR="006E5D65" w:rsidP="406FF70D" w:rsidRDefault="00997F14" w14:paraId="31C03DE4" w14:textId="7C8083C7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406FF70D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06FF70D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406FF70D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406FF70D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406FF70D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406FF70D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406FF70D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406FF70D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406FF70D" w:rsidR="00F17567">
        <w:rPr>
          <w:rFonts w:ascii="Corbel" w:hAnsi="Corbel"/>
          <w:i w:val="1"/>
          <w:iCs w:val="1"/>
          <w:sz w:val="24"/>
          <w:szCs w:val="24"/>
        </w:rPr>
        <w:t>12/2019</w:t>
      </w:r>
    </w:p>
    <w:p w:rsidRPr="00F4223D" w:rsidR="0085747A" w:rsidP="009C54AE" w:rsidRDefault="0085747A" w14:paraId="37132FC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4223D">
        <w:rPr>
          <w:rFonts w:ascii="Corbel" w:hAnsi="Corbel"/>
          <w:b/>
          <w:smallCaps/>
          <w:sz w:val="24"/>
          <w:szCs w:val="24"/>
        </w:rPr>
        <w:t>SYLABUS</w:t>
      </w:r>
    </w:p>
    <w:p w:rsidRPr="00F4223D" w:rsidR="0085747A" w:rsidP="00EA4832" w:rsidRDefault="0071620A" w14:paraId="761C472B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4223D">
        <w:rPr>
          <w:rFonts w:ascii="Corbel" w:hAnsi="Corbel"/>
          <w:b/>
          <w:smallCaps/>
          <w:sz w:val="24"/>
          <w:szCs w:val="24"/>
        </w:rPr>
        <w:t>dotyczy cyklu kształcenia</w:t>
      </w:r>
      <w:r w:rsidRPr="00F4223D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F4223D" w:rsidR="00296739">
        <w:rPr>
          <w:rFonts w:ascii="Corbel" w:hAnsi="Corbel"/>
          <w:i/>
          <w:smallCaps/>
          <w:sz w:val="24"/>
          <w:szCs w:val="24"/>
        </w:rPr>
        <w:t>20</w:t>
      </w:r>
      <w:r w:rsidR="004C68C2">
        <w:rPr>
          <w:rFonts w:ascii="Corbel" w:hAnsi="Corbel"/>
          <w:i/>
          <w:smallCaps/>
          <w:sz w:val="24"/>
          <w:szCs w:val="24"/>
        </w:rPr>
        <w:t>2</w:t>
      </w:r>
      <w:r w:rsidR="007268AD">
        <w:rPr>
          <w:rFonts w:ascii="Corbel" w:hAnsi="Corbel"/>
          <w:i/>
          <w:smallCaps/>
          <w:sz w:val="24"/>
          <w:szCs w:val="24"/>
        </w:rPr>
        <w:t>2</w:t>
      </w:r>
      <w:r w:rsidR="004C68C2">
        <w:rPr>
          <w:rFonts w:ascii="Corbel" w:hAnsi="Corbel"/>
          <w:i/>
          <w:smallCaps/>
          <w:sz w:val="24"/>
          <w:szCs w:val="24"/>
        </w:rPr>
        <w:t>/202</w:t>
      </w:r>
      <w:r w:rsidR="007268AD">
        <w:rPr>
          <w:rFonts w:ascii="Corbel" w:hAnsi="Corbel"/>
          <w:i/>
          <w:smallCaps/>
          <w:sz w:val="24"/>
          <w:szCs w:val="24"/>
        </w:rPr>
        <w:t>3</w:t>
      </w:r>
      <w:r w:rsidR="004C68C2">
        <w:rPr>
          <w:rFonts w:ascii="Corbel" w:hAnsi="Corbel"/>
          <w:i/>
          <w:smallCaps/>
          <w:sz w:val="24"/>
          <w:szCs w:val="24"/>
        </w:rPr>
        <w:t>-202</w:t>
      </w:r>
      <w:r w:rsidR="007268AD">
        <w:rPr>
          <w:rFonts w:ascii="Corbel" w:hAnsi="Corbel"/>
          <w:i/>
          <w:smallCaps/>
          <w:sz w:val="24"/>
          <w:szCs w:val="24"/>
        </w:rPr>
        <w:t>3</w:t>
      </w:r>
      <w:r w:rsidR="004C68C2">
        <w:rPr>
          <w:rFonts w:ascii="Corbel" w:hAnsi="Corbel"/>
          <w:i/>
          <w:smallCaps/>
          <w:sz w:val="24"/>
          <w:szCs w:val="24"/>
        </w:rPr>
        <w:t>/202</w:t>
      </w:r>
      <w:r w:rsidR="007268AD">
        <w:rPr>
          <w:rFonts w:ascii="Corbel" w:hAnsi="Corbel"/>
          <w:i/>
          <w:smallCaps/>
          <w:sz w:val="24"/>
          <w:szCs w:val="24"/>
        </w:rPr>
        <w:t>4</w:t>
      </w:r>
      <w:r w:rsidRPr="00F4223D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F4223D" w:rsidR="0085747A" w:rsidP="00EA4832" w:rsidRDefault="00EA4832" w14:paraId="35E33C13" w14:textId="375AF75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406FF70D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406FF70D" w:rsidR="0085747A">
        <w:rPr>
          <w:rFonts w:ascii="Corbel" w:hAnsi="Corbel"/>
          <w:i w:val="1"/>
          <w:iCs w:val="1"/>
          <w:sz w:val="24"/>
          <w:szCs w:val="24"/>
        </w:rPr>
        <w:t>(skrajne daty</w:t>
      </w:r>
      <w:r w:rsidRPr="406FF70D" w:rsidR="0085747A">
        <w:rPr>
          <w:rFonts w:ascii="Corbel" w:hAnsi="Corbel"/>
          <w:sz w:val="24"/>
          <w:szCs w:val="24"/>
        </w:rPr>
        <w:t>)</w:t>
      </w:r>
    </w:p>
    <w:p w:rsidRPr="00F4223D" w:rsidR="00445970" w:rsidP="00EA4832" w:rsidRDefault="00445970" w14:paraId="69847DB1" w14:textId="57F583E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ab/>
      </w:r>
      <w:r w:rsidRPr="00F4223D">
        <w:rPr>
          <w:rFonts w:ascii="Corbel" w:hAnsi="Corbel"/>
          <w:sz w:val="24"/>
          <w:szCs w:val="24"/>
        </w:rPr>
        <w:tab/>
      </w:r>
      <w:r w:rsidRPr="00F4223D">
        <w:rPr>
          <w:rFonts w:ascii="Corbel" w:hAnsi="Corbel"/>
          <w:sz w:val="24"/>
          <w:szCs w:val="24"/>
        </w:rPr>
        <w:tab/>
      </w:r>
      <w:r w:rsidRPr="00F4223D">
        <w:rPr>
          <w:rFonts w:ascii="Corbel" w:hAnsi="Corbel"/>
          <w:sz w:val="24"/>
          <w:szCs w:val="24"/>
        </w:rPr>
        <w:tab/>
      </w:r>
      <w:r w:rsidRPr="00F4223D" w:rsidR="00445970">
        <w:rPr>
          <w:rFonts w:ascii="Corbel" w:hAnsi="Corbel"/>
          <w:sz w:val="24"/>
          <w:szCs w:val="24"/>
        </w:rPr>
        <w:t xml:space="preserve">Rok </w:t>
      </w:r>
      <w:r w:rsidRPr="007268AD" w:rsidR="00445970">
        <w:rPr>
          <w:rFonts w:ascii="Corbel" w:hAnsi="Corbel"/>
          <w:sz w:val="24"/>
          <w:szCs w:val="24"/>
        </w:rPr>
        <w:t xml:space="preserve">akademicki </w:t>
      </w:r>
      <w:bookmarkStart w:name="_Hlk90547960" w:id="0"/>
      <w:r w:rsidRPr="007268AD" w:rsidR="003F68C4">
        <w:rPr>
          <w:rFonts w:ascii="Corbel" w:hAnsi="Corbel"/>
          <w:sz w:val="24"/>
          <w:szCs w:val="24"/>
        </w:rPr>
        <w:t>202</w:t>
      </w:r>
      <w:r w:rsidR="00835B78">
        <w:rPr>
          <w:rFonts w:ascii="Corbel" w:hAnsi="Corbel"/>
          <w:sz w:val="24"/>
          <w:szCs w:val="24"/>
        </w:rPr>
        <w:t>3</w:t>
      </w:r>
      <w:r w:rsidRPr="007268AD" w:rsidR="003F68C4">
        <w:rPr>
          <w:rFonts w:ascii="Corbel" w:hAnsi="Corbel"/>
          <w:sz w:val="24"/>
          <w:szCs w:val="24"/>
        </w:rPr>
        <w:t>/202</w:t>
      </w:r>
      <w:r w:rsidR="00835B78">
        <w:rPr>
          <w:rFonts w:ascii="Corbel" w:hAnsi="Corbel"/>
          <w:sz w:val="24"/>
          <w:szCs w:val="24"/>
        </w:rPr>
        <w:t>4</w:t>
      </w:r>
      <w:bookmarkEnd w:id="0"/>
    </w:p>
    <w:p w:rsidRPr="00F4223D" w:rsidR="0085747A" w:rsidP="009C54AE" w:rsidRDefault="0085747A" w14:paraId="1AD6D28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F4223D" w:rsidR="0085747A" w:rsidP="009C54AE" w:rsidRDefault="0071620A" w14:paraId="3E568B9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4223D">
        <w:rPr>
          <w:rFonts w:ascii="Corbel" w:hAnsi="Corbel"/>
          <w:szCs w:val="24"/>
        </w:rPr>
        <w:t xml:space="preserve">1. </w:t>
      </w:r>
      <w:r w:rsidRPr="00F4223D" w:rsidR="0085747A">
        <w:rPr>
          <w:rFonts w:ascii="Corbel" w:hAnsi="Corbel"/>
          <w:szCs w:val="24"/>
        </w:rPr>
        <w:t xml:space="preserve">Podstawowe </w:t>
      </w:r>
      <w:r w:rsidRPr="00F4223D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4223D" w:rsidR="0085747A" w:rsidTr="406FF70D" w14:paraId="47A52A36" w14:textId="77777777">
        <w:tc>
          <w:tcPr>
            <w:tcW w:w="2694" w:type="dxa"/>
            <w:tcMar/>
            <w:vAlign w:val="center"/>
          </w:tcPr>
          <w:p w:rsidRPr="00F4223D" w:rsidR="0085747A" w:rsidP="009C54AE" w:rsidRDefault="00C05F44" w14:paraId="1935C27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4223D" w:rsidR="0085747A" w:rsidP="406FF70D" w:rsidRDefault="00DB20EF" w14:paraId="3E7272A6" w14:textId="67E8805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06FF70D" w:rsidR="00DB20EF">
              <w:rPr>
                <w:rFonts w:ascii="Corbel" w:hAnsi="Corbel"/>
                <w:b w:val="1"/>
                <w:bCs w:val="1"/>
                <w:sz w:val="24"/>
                <w:szCs w:val="24"/>
              </w:rPr>
              <w:t>Odpowiedzialność w systemie administracji publicznej</w:t>
            </w:r>
          </w:p>
        </w:tc>
      </w:tr>
      <w:tr w:rsidRPr="00F4223D" w:rsidR="00A60D8A" w:rsidTr="406FF70D" w14:paraId="524838BF" w14:textId="77777777">
        <w:tc>
          <w:tcPr>
            <w:tcW w:w="2694" w:type="dxa"/>
            <w:tcMar/>
            <w:vAlign w:val="center"/>
          </w:tcPr>
          <w:p w:rsidRPr="00F4223D" w:rsidR="00A60D8A" w:rsidP="00A60D8A" w:rsidRDefault="00A60D8A" w14:paraId="265146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F4223D" w:rsidR="00A60D8A" w:rsidP="00A60D8A" w:rsidRDefault="008116D3" w14:paraId="170FC01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16D3">
              <w:rPr>
                <w:rFonts w:ascii="Corbel" w:hAnsi="Corbel"/>
                <w:b w:val="0"/>
                <w:sz w:val="24"/>
                <w:szCs w:val="24"/>
              </w:rPr>
              <w:t>A2SO50</w:t>
            </w:r>
          </w:p>
        </w:tc>
      </w:tr>
      <w:tr w:rsidRPr="00F4223D" w:rsidR="00257CF4" w:rsidTr="406FF70D" w14:paraId="0D1B6C60" w14:textId="77777777">
        <w:tc>
          <w:tcPr>
            <w:tcW w:w="2694" w:type="dxa"/>
            <w:tcMar/>
            <w:vAlign w:val="center"/>
          </w:tcPr>
          <w:p w:rsidRPr="00F4223D" w:rsidR="00257CF4" w:rsidP="00257CF4" w:rsidRDefault="00257CF4" w14:paraId="37B5D8C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F4223D" w:rsidR="00257CF4" w:rsidP="406FF70D" w:rsidRDefault="00257CF4" w14:paraId="564AC2AE" w14:textId="71FBF39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406FF70D" w:rsidR="00257CF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406FF70D" w:rsidR="00835B78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,</w:t>
            </w:r>
          </w:p>
        </w:tc>
      </w:tr>
      <w:tr w:rsidRPr="00F4223D" w:rsidR="00257CF4" w:rsidTr="406FF70D" w14:paraId="7619A53F" w14:textId="77777777">
        <w:tc>
          <w:tcPr>
            <w:tcW w:w="2694" w:type="dxa"/>
            <w:tcMar/>
            <w:vAlign w:val="center"/>
          </w:tcPr>
          <w:p w:rsidRPr="00F4223D" w:rsidR="00257CF4" w:rsidP="00257CF4" w:rsidRDefault="00257CF4" w14:paraId="701946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F4223D" w:rsidR="00257CF4" w:rsidP="406FF70D" w:rsidRDefault="00257CF4" w14:paraId="14A76D52" w14:textId="54EDFCD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06FF70D" w:rsidR="44DE7668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406FF70D" w:rsidR="00257CF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Zakład Nauki o Administracji </w:t>
            </w:r>
          </w:p>
        </w:tc>
      </w:tr>
      <w:tr w:rsidRPr="00F4223D" w:rsidR="00177C0C" w:rsidTr="406FF70D" w14:paraId="3FC2B339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50E566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527B4D" w14:paraId="0B9A768D" w14:textId="60E30A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F4223D" w:rsidR="00177C0C">
              <w:rPr>
                <w:rFonts w:ascii="Corbel" w:hAnsi="Corbel"/>
                <w:b w:val="0"/>
                <w:sz w:val="24"/>
                <w:szCs w:val="24"/>
              </w:rPr>
              <w:t>dministracja</w:t>
            </w:r>
          </w:p>
        </w:tc>
      </w:tr>
      <w:tr w:rsidRPr="00F4223D" w:rsidR="00177C0C" w:rsidTr="406FF70D" w14:paraId="7535C283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2B626D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4C68C2" w:rsidRDefault="00177C0C" w14:paraId="7A1AE7A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C68C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F4223D" w:rsidR="00177C0C" w:rsidTr="406FF70D" w14:paraId="5DE17691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2A741B7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7268AD" w14:paraId="434F8D0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F4223D" w:rsidR="00177C0C" w:rsidTr="406FF70D" w14:paraId="43448FAE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2D8E87A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7268AD" w:rsidRDefault="007268AD" w14:paraId="4FF69F2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F4223D" w:rsidR="00177C0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F4223D" w:rsidR="00177C0C" w:rsidTr="406FF70D" w14:paraId="40B29CD3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3848F15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8116D3" w:rsidR="00177C0C" w:rsidP="406FF70D" w:rsidRDefault="004C68C2" w14:paraId="61602685" w14:textId="52E0500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  <w:highlight w:val="yellow"/>
              </w:rPr>
            </w:pPr>
            <w:r w:rsidRPr="406FF70D" w:rsidR="004C68C2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406FF70D" w:rsidR="3CBF537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406FF70D" w:rsidR="004C68C2">
              <w:rPr>
                <w:rFonts w:ascii="Corbel" w:hAnsi="Corbel"/>
                <w:b w:val="0"/>
                <w:bCs w:val="0"/>
                <w:sz w:val="24"/>
                <w:szCs w:val="24"/>
              </w:rPr>
              <w:t>IV</w:t>
            </w:r>
          </w:p>
        </w:tc>
      </w:tr>
      <w:tr w:rsidRPr="00F4223D" w:rsidR="00177C0C" w:rsidTr="406FF70D" w14:paraId="67794C6D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1F3722B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8116D3" w:rsidR="00177C0C" w:rsidP="406FF70D" w:rsidRDefault="004C68C2" w14:paraId="213ACA8D" w14:textId="0225BEA1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406FF70D" w:rsidR="2B23E42A">
              <w:rPr>
                <w:rFonts w:ascii="Corbel" w:hAnsi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Pr="00F4223D" w:rsidR="00177C0C" w:rsidTr="406FF70D" w14:paraId="4442FFE6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3375DD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7268AD" w14:paraId="4BB39AB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4223D" w:rsidR="0099249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F4223D" w:rsidR="00177C0C" w:rsidTr="406FF70D" w14:paraId="3F9B7C85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595FF4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143A70" w14:paraId="5140D796" w14:textId="72CFD4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Łukaszuk</w:t>
            </w:r>
          </w:p>
        </w:tc>
      </w:tr>
      <w:tr w:rsidRPr="00F4223D" w:rsidR="00143A70" w:rsidTr="406FF70D" w14:paraId="06B6F3F3" w14:textId="77777777">
        <w:tc>
          <w:tcPr>
            <w:tcW w:w="2694" w:type="dxa"/>
            <w:tcMar/>
            <w:vAlign w:val="center"/>
          </w:tcPr>
          <w:p w:rsidRPr="00F4223D" w:rsidR="00143A70" w:rsidP="00143A70" w:rsidRDefault="00143A70" w14:paraId="4B04CA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F4223D" w:rsidR="00143A70" w:rsidP="00143A70" w:rsidRDefault="00143A70" w14:paraId="11E4845F" w14:textId="0FE791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Łukaszuk, mgr Izabela Bentkowska-Furman</w:t>
            </w:r>
          </w:p>
        </w:tc>
      </w:tr>
    </w:tbl>
    <w:p w:rsidRPr="00F4223D" w:rsidR="0085747A" w:rsidP="009C54AE" w:rsidRDefault="0085747A" w14:paraId="33B9770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 xml:space="preserve">* </w:t>
      </w:r>
      <w:r w:rsidRPr="00F4223D">
        <w:rPr>
          <w:rFonts w:ascii="Corbel" w:hAnsi="Corbel"/>
          <w:i/>
          <w:sz w:val="24"/>
          <w:szCs w:val="24"/>
        </w:rPr>
        <w:t>-</w:t>
      </w:r>
      <w:r w:rsidRPr="00F4223D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F4223D" w:rsidR="00B90885">
        <w:rPr>
          <w:rFonts w:ascii="Corbel" w:hAnsi="Corbel"/>
          <w:b w:val="0"/>
          <w:sz w:val="24"/>
          <w:szCs w:val="24"/>
        </w:rPr>
        <w:t>e,</w:t>
      </w:r>
      <w:r w:rsidRPr="00F4223D">
        <w:rPr>
          <w:rFonts w:ascii="Corbel" w:hAnsi="Corbel"/>
          <w:i/>
          <w:sz w:val="24"/>
          <w:szCs w:val="24"/>
        </w:rPr>
        <w:t xml:space="preserve"> </w:t>
      </w:r>
      <w:r w:rsidRPr="00F4223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F4223D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F4223D" w:rsidR="00923D7D" w:rsidP="009C54AE" w:rsidRDefault="00923D7D" w14:paraId="6D18723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F4223D" w:rsidR="0085747A" w:rsidP="009C54AE" w:rsidRDefault="0085747A" w14:paraId="5DE312B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>1.</w:t>
      </w:r>
      <w:r w:rsidRPr="00F4223D" w:rsidR="00E22FBC">
        <w:rPr>
          <w:rFonts w:ascii="Corbel" w:hAnsi="Corbel"/>
          <w:sz w:val="24"/>
          <w:szCs w:val="24"/>
        </w:rPr>
        <w:t>1</w:t>
      </w:r>
      <w:r w:rsidRPr="00F4223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F4223D" w:rsidR="00923D7D" w:rsidP="009C54AE" w:rsidRDefault="00923D7D" w14:paraId="6B526CE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40"/>
        <w:gridCol w:w="819"/>
        <w:gridCol w:w="799"/>
        <w:gridCol w:w="930"/>
        <w:gridCol w:w="721"/>
        <w:gridCol w:w="821"/>
        <w:gridCol w:w="761"/>
        <w:gridCol w:w="948"/>
        <w:gridCol w:w="1188"/>
        <w:gridCol w:w="1501"/>
      </w:tblGrid>
      <w:tr w:rsidRPr="00F4223D" w:rsidR="00015B8F" w:rsidTr="406FF70D" w14:paraId="208CD6F0" w14:textId="77777777"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015B8F" w:rsidP="009C54AE" w:rsidRDefault="00015B8F" w14:paraId="54295D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Semestr</w:t>
            </w:r>
          </w:p>
          <w:p w:rsidRPr="00F4223D" w:rsidR="00015B8F" w:rsidP="009C54AE" w:rsidRDefault="002B5EA0" w14:paraId="51E826B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(</w:t>
            </w:r>
            <w:r w:rsidRPr="00F4223D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522324F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294EA8D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49B0436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0A15C3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7FE953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35320D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5C3B166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61D719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13EDB0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4223D">
              <w:rPr>
                <w:rFonts w:ascii="Corbel" w:hAnsi="Corbel"/>
                <w:b/>
                <w:szCs w:val="24"/>
              </w:rPr>
              <w:t>Liczba pkt</w:t>
            </w:r>
            <w:r w:rsidRPr="00F4223D" w:rsidR="00B90885">
              <w:rPr>
                <w:rFonts w:ascii="Corbel" w:hAnsi="Corbel"/>
                <w:b/>
                <w:szCs w:val="24"/>
              </w:rPr>
              <w:t>.</w:t>
            </w:r>
            <w:r w:rsidRPr="00F4223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F4223D" w:rsidR="00015B8F" w:rsidTr="406FF70D" w14:paraId="377657A9" w14:textId="77777777">
        <w:trPr>
          <w:trHeight w:val="453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015B8F" w:rsidP="009C54AE" w:rsidRDefault="00143A70" w14:paraId="561E8330" w14:textId="2CFAAE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E9646B" w14:paraId="6B9BA5A5" w14:textId="470BD2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06FF70D" w:rsidR="00E9646B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E9646B" w14:paraId="4D2EA9A5" w14:textId="38EF5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06FF70D" w:rsidR="00E9646B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122EFEC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2FF0D7F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459AA12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582567B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2E092F8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31700E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E9646B" w14:paraId="32EFE02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F4223D" w:rsidR="00923D7D" w:rsidP="00BE6755" w:rsidRDefault="00923D7D" w14:paraId="520DCA0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F4223D" w:rsidR="0085747A" w:rsidP="00F83B28" w:rsidRDefault="0085747A" w14:paraId="760C745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>1.</w:t>
      </w:r>
      <w:r w:rsidRPr="00F4223D" w:rsidR="00E22FBC">
        <w:rPr>
          <w:rFonts w:ascii="Corbel" w:hAnsi="Corbel"/>
          <w:smallCaps w:val="0"/>
          <w:szCs w:val="24"/>
        </w:rPr>
        <w:t>2</w:t>
      </w:r>
      <w:r w:rsidRPr="00F4223D" w:rsidR="00F83B28">
        <w:rPr>
          <w:rFonts w:ascii="Corbel" w:hAnsi="Corbel"/>
          <w:smallCaps w:val="0"/>
          <w:szCs w:val="24"/>
        </w:rPr>
        <w:t>.</w:t>
      </w:r>
      <w:r w:rsidRPr="00F4223D" w:rsidR="00F83B28">
        <w:rPr>
          <w:rFonts w:ascii="Corbel" w:hAnsi="Corbel"/>
          <w:smallCaps w:val="0"/>
          <w:szCs w:val="24"/>
        </w:rPr>
        <w:tab/>
      </w:r>
      <w:r w:rsidRPr="00F4223D">
        <w:rPr>
          <w:rFonts w:ascii="Corbel" w:hAnsi="Corbel"/>
          <w:smallCaps w:val="0"/>
          <w:szCs w:val="24"/>
        </w:rPr>
        <w:t xml:space="preserve">Sposób realizacji zajęć  </w:t>
      </w:r>
    </w:p>
    <w:p w:rsidRPr="00F4223D" w:rsidR="0085747A" w:rsidP="406FF70D" w:rsidRDefault="00177C0C" w14:paraId="56D8FD5C" w14:textId="01564AA1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406FF70D" w:rsidR="4090DB2F">
        <w:rPr>
          <w:rFonts w:ascii="Corbel" w:hAnsi="Corbel" w:eastAsia="MS Gothic" w:cs="Segoe UI Symbol"/>
          <w:b w:val="0"/>
          <w:bCs w:val="0"/>
        </w:rPr>
        <w:t xml:space="preserve">  </w:t>
      </w:r>
      <w:r w:rsidRPr="406FF70D" w:rsidR="00177C0C">
        <w:rPr>
          <w:rFonts w:ascii="Corbel" w:hAnsi="Corbel" w:eastAsia="MS Gothic" w:cs="Segoe UI Symbol"/>
          <w:b w:val="0"/>
          <w:bCs w:val="0"/>
        </w:rPr>
        <w:t>x</w:t>
      </w:r>
      <w:r w:rsidRPr="406FF70D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w:rsidRPr="003351FB" w:rsidR="0085747A" w:rsidP="0070058E" w:rsidRDefault="0070058E" w14:paraId="5D7C89B6" w14:textId="7777777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3351FB">
        <w:rPr>
          <w:rFonts w:hint="eastAsia" w:ascii="MS Gothic" w:hAnsi="MS Gothic" w:eastAsia="MS Gothic" w:cs="MS Gothic"/>
          <w:b w:val="0"/>
          <w:color w:val="000000" w:themeColor="text1"/>
          <w:szCs w:val="24"/>
        </w:rPr>
        <w:t>☐</w:t>
      </w:r>
      <w:r w:rsidRPr="003351FB" w:rsidR="0085747A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Pr="00C674D0" w:rsidR="0085747A" w:rsidP="009C54AE" w:rsidRDefault="0085747A" w14:paraId="0DBBFC6A" w14:textId="77777777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:rsidRPr="00F4223D" w:rsidR="00E22FBC" w:rsidP="406FF70D" w:rsidRDefault="00E22FBC" w14:paraId="7FCF1431" w14:textId="2F83CB9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406FF70D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406FF70D" w:rsidR="00E22FBC">
        <w:rPr>
          <w:rFonts w:ascii="Corbel" w:hAnsi="Corbel"/>
          <w:caps w:val="0"/>
          <w:smallCaps w:val="0"/>
        </w:rPr>
        <w:t>For</w:t>
      </w:r>
      <w:r w:rsidRPr="406FF70D" w:rsidR="00445970">
        <w:rPr>
          <w:rFonts w:ascii="Corbel" w:hAnsi="Corbel"/>
          <w:caps w:val="0"/>
          <w:smallCaps w:val="0"/>
        </w:rPr>
        <w:t xml:space="preserve">ma zaliczenia </w:t>
      </w:r>
      <w:r w:rsidRPr="406FF70D" w:rsidR="00445970">
        <w:rPr>
          <w:rFonts w:ascii="Corbel" w:hAnsi="Corbel"/>
          <w:caps w:val="0"/>
          <w:smallCaps w:val="0"/>
        </w:rPr>
        <w:t xml:space="preserve">przedmiotu </w:t>
      </w:r>
      <w:r w:rsidRPr="406FF70D" w:rsidR="00E22FBC">
        <w:rPr>
          <w:rFonts w:ascii="Corbel" w:hAnsi="Corbel"/>
          <w:caps w:val="0"/>
          <w:smallCaps w:val="0"/>
        </w:rPr>
        <w:t>(</w:t>
      </w:r>
      <w:r w:rsidRPr="406FF70D" w:rsidR="00E22FBC">
        <w:rPr>
          <w:rFonts w:ascii="Corbel" w:hAnsi="Corbel"/>
          <w:caps w:val="0"/>
          <w:smallCaps w:val="0"/>
        </w:rPr>
        <w:t xml:space="preserve">z toku) </w:t>
      </w:r>
      <w:r w:rsidRPr="406FF70D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F4223D" w:rsidR="00177C0C" w:rsidP="009C54AE" w:rsidRDefault="00177C0C" w14:paraId="4646AA0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4223D" w:rsidR="009C54AE" w:rsidP="009C54AE" w:rsidRDefault="00E9646B" w14:paraId="1FF52C0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Egzamin </w:t>
      </w:r>
    </w:p>
    <w:p w:rsidRPr="00F4223D" w:rsidR="00E960BB" w:rsidP="009C54AE" w:rsidRDefault="00E960BB" w14:paraId="1BA5DFF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458D795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F4223D">
        <w:rPr>
          <w:rFonts w:ascii="Corbel" w:hAnsi="Corbel"/>
          <w:szCs w:val="24"/>
        </w:rPr>
        <w:t xml:space="preserve">2.Wymagania wstępne </w:t>
      </w:r>
    </w:p>
    <w:p w:rsidRPr="00F4223D" w:rsidR="00BE6755" w:rsidP="009C54AE" w:rsidRDefault="00BE6755" w14:paraId="5F7404EC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4223D" w:rsidR="0085747A" w:rsidTr="00745302" w14:paraId="38F2F70A" w14:textId="77777777">
        <w:tc>
          <w:tcPr>
            <w:tcW w:w="9670" w:type="dxa"/>
          </w:tcPr>
          <w:p w:rsidRPr="00F4223D" w:rsidR="0085747A" w:rsidP="00177C0C" w:rsidRDefault="00EB6F9A" w14:paraId="00EDAC2D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6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organizacji i zadań administracji publicznej</w:t>
            </w:r>
            <w:r w:rsidR="00D36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Pr="00F4223D" w:rsidR="00153C41" w:rsidP="009C54AE" w:rsidRDefault="00153C41" w14:paraId="5BFC196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4223D" w:rsidR="0085747A" w:rsidP="406FF70D" w:rsidRDefault="0071620A" w14:paraId="7167FA8E" w14:textId="1F8B6B1E">
      <w:pPr>
        <w:pStyle w:val="Punktygwne"/>
        <w:spacing w:before="0" w:after="0"/>
        <w:rPr>
          <w:rFonts w:ascii="Corbel" w:hAnsi="Corbel"/>
        </w:rPr>
      </w:pPr>
      <w:r w:rsidRPr="406FF70D" w:rsidR="0071620A">
        <w:rPr>
          <w:rFonts w:ascii="Corbel" w:hAnsi="Corbel"/>
        </w:rPr>
        <w:t>3.</w:t>
      </w:r>
      <w:r w:rsidRPr="406FF70D" w:rsidR="0085747A">
        <w:rPr>
          <w:rFonts w:ascii="Corbel" w:hAnsi="Corbel"/>
        </w:rPr>
        <w:t xml:space="preserve"> </w:t>
      </w:r>
      <w:r w:rsidRPr="406FF70D" w:rsidR="00A84C85">
        <w:rPr>
          <w:rFonts w:ascii="Corbel" w:hAnsi="Corbel"/>
        </w:rPr>
        <w:t xml:space="preserve">cele, efekty uczenia </w:t>
      </w:r>
      <w:r w:rsidRPr="406FF70D" w:rsidR="00A84C85">
        <w:rPr>
          <w:rFonts w:ascii="Corbel" w:hAnsi="Corbel"/>
        </w:rPr>
        <w:t>się</w:t>
      </w:r>
      <w:r w:rsidRPr="406FF70D" w:rsidR="0085747A">
        <w:rPr>
          <w:rFonts w:ascii="Corbel" w:hAnsi="Corbel"/>
        </w:rPr>
        <w:t>,</w:t>
      </w:r>
      <w:r w:rsidRPr="406FF70D" w:rsidR="0085747A">
        <w:rPr>
          <w:rFonts w:ascii="Corbel" w:hAnsi="Corbel"/>
        </w:rPr>
        <w:t xml:space="preserve"> treści Programowe i stosowane metody Dydaktyczne</w:t>
      </w:r>
    </w:p>
    <w:p w:rsidRPr="00F4223D" w:rsidR="0085747A" w:rsidP="009C54AE" w:rsidRDefault="0085747A" w14:paraId="3D040DE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4223D" w:rsidR="0085747A" w:rsidP="009C54AE" w:rsidRDefault="0071620A" w14:paraId="5F95209E" w14:textId="77777777">
      <w:pPr>
        <w:pStyle w:val="Podpunkty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 xml:space="preserve">3.1 </w:t>
      </w:r>
      <w:r w:rsidRPr="00F4223D" w:rsidR="00C05F44">
        <w:rPr>
          <w:rFonts w:ascii="Corbel" w:hAnsi="Corbel"/>
          <w:sz w:val="24"/>
          <w:szCs w:val="24"/>
        </w:rPr>
        <w:t>Cele przedmiotu</w:t>
      </w:r>
    </w:p>
    <w:p w:rsidRPr="00F4223D" w:rsidR="00F83B28" w:rsidP="009C54AE" w:rsidRDefault="00F83B28" w14:paraId="771129D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F4223D" w:rsidR="0085747A" w:rsidTr="00177C0C" w14:paraId="36E37EC3" w14:textId="77777777">
        <w:tc>
          <w:tcPr>
            <w:tcW w:w="844" w:type="dxa"/>
            <w:vAlign w:val="center"/>
          </w:tcPr>
          <w:p w:rsidRPr="00F4223D" w:rsidR="0085747A" w:rsidP="009C54AE" w:rsidRDefault="0085747A" w14:paraId="687FBC4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F4223D" w:rsidR="000603A8" w:rsidP="00F27576" w:rsidRDefault="00B9370C" w14:paraId="0767DF0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65F0">
              <w:rPr>
                <w:rFonts w:ascii="Corbel" w:hAnsi="Corbel"/>
                <w:b w:val="0"/>
                <w:sz w:val="24"/>
                <w:szCs w:val="24"/>
              </w:rPr>
              <w:t xml:space="preserve">Celem przedmiotu jest przekazanie wiedzy na temat podstawowych założeń normatywnych związanych z odpowiedzialnością administracji publicznej, pojęciem i </w:t>
            </w:r>
            <w:r w:rsidR="00F27576">
              <w:rPr>
                <w:rFonts w:ascii="Corbel" w:hAnsi="Corbel"/>
                <w:b w:val="0"/>
                <w:sz w:val="24"/>
                <w:szCs w:val="24"/>
              </w:rPr>
              <w:t>rodzajami tej odpowiedzialności.</w:t>
            </w:r>
            <w:r w:rsidR="001F522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F4223D" w:rsidR="00177C0C" w:rsidTr="00177C0C" w14:paraId="158989FB" w14:textId="77777777">
        <w:tc>
          <w:tcPr>
            <w:tcW w:w="844" w:type="dxa"/>
            <w:vAlign w:val="center"/>
          </w:tcPr>
          <w:p w:rsidRPr="00F4223D" w:rsidR="00177C0C" w:rsidP="00177C0C" w:rsidRDefault="00177C0C" w14:paraId="5082BE4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eastAsia="Calibri"/>
                <w:color w:val="000000"/>
                <w:sz w:val="24"/>
                <w:szCs w:val="24"/>
                <w:lang w:eastAsia="en-US"/>
              </w:rPr>
            </w:pPr>
            <w:r w:rsidRPr="00F4223D">
              <w:rPr>
                <w:rFonts w:ascii="Corbel" w:hAnsi="Corbel" w:eastAsia="Calibri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6" w:type="dxa"/>
            <w:vAlign w:val="center"/>
          </w:tcPr>
          <w:p w:rsidRPr="00F4223D" w:rsidR="00177C0C" w:rsidP="00F27576" w:rsidRDefault="00177C0C" w14:paraId="42CB8A68" w14:textId="77777777">
            <w:pPr>
              <w:pStyle w:val="Podpunkty"/>
              <w:spacing w:before="40" w:after="40"/>
              <w:ind w:left="0"/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F4223D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Celem przedmiotu jest również zdobycie </w:t>
            </w:r>
            <w:r w:rsidR="00F27576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wiedzy </w:t>
            </w:r>
            <w:r w:rsidRPr="00F4223D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przez </w:t>
            </w:r>
            <w:r w:rsidRPr="00F4223D" w:rsidR="00B355D6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Pr="00F4223D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tudenta </w:t>
            </w:r>
            <w:r w:rsidR="00F27576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z zakresu procedury</w:t>
            </w:r>
            <w:r w:rsidRPr="00F27576" w:rsidR="00F27576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dochodzenia odszkodowań z tytułu szkody powstałej wskutek legalnych działań, czy też niezgodnego z prawem działania lub zaniechania organu administracji publicznej</w:t>
            </w:r>
            <w:r w:rsidRPr="00F4223D" w:rsidR="00BC518A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</w:tr>
    </w:tbl>
    <w:p w:rsidRPr="00F4223D" w:rsidR="0085747A" w:rsidP="009C54AE" w:rsidRDefault="0085747A" w14:paraId="587F1FA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F4223D" w:rsidR="001D7B54" w:rsidP="009C54AE" w:rsidRDefault="009F4610" w14:paraId="1FED14D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 xml:space="preserve">3.2 </w:t>
      </w:r>
      <w:r w:rsidRPr="00F4223D" w:rsidR="001D7B54">
        <w:rPr>
          <w:rFonts w:ascii="Corbel" w:hAnsi="Corbel"/>
          <w:b/>
          <w:sz w:val="24"/>
          <w:szCs w:val="24"/>
        </w:rPr>
        <w:t xml:space="preserve">Efekty </w:t>
      </w:r>
      <w:r w:rsidRPr="00F4223D" w:rsidR="00C05F44">
        <w:rPr>
          <w:rFonts w:ascii="Corbel" w:hAnsi="Corbel"/>
          <w:b/>
          <w:sz w:val="24"/>
          <w:szCs w:val="24"/>
        </w:rPr>
        <w:t xml:space="preserve">uczenia się </w:t>
      </w:r>
      <w:r w:rsidRPr="00F4223D" w:rsidR="001D7B54">
        <w:rPr>
          <w:rFonts w:ascii="Corbel" w:hAnsi="Corbel"/>
          <w:b/>
          <w:sz w:val="24"/>
          <w:szCs w:val="24"/>
        </w:rPr>
        <w:t>dla przedmiotu</w:t>
      </w:r>
      <w:r w:rsidRPr="00F4223D" w:rsidR="00445970">
        <w:rPr>
          <w:rFonts w:ascii="Corbel" w:hAnsi="Corbel"/>
          <w:sz w:val="24"/>
          <w:szCs w:val="24"/>
        </w:rPr>
        <w:t xml:space="preserve"> </w:t>
      </w:r>
    </w:p>
    <w:p w:rsidRPr="00F4223D" w:rsidR="001D7B54" w:rsidP="009C54AE" w:rsidRDefault="001D7B54" w14:paraId="6546570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F4223D" w:rsidR="0085747A" w:rsidTr="00535449" w14:paraId="706A4A4A" w14:textId="77777777">
        <w:tc>
          <w:tcPr>
            <w:tcW w:w="1681" w:type="dxa"/>
            <w:vAlign w:val="center"/>
          </w:tcPr>
          <w:p w:rsidRPr="00F4223D" w:rsidR="0085747A" w:rsidP="009C54AE" w:rsidRDefault="0085747A" w14:paraId="56855A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smallCaps w:val="0"/>
                <w:szCs w:val="24"/>
              </w:rPr>
              <w:t>EK</w:t>
            </w:r>
            <w:r w:rsidRPr="00F4223D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F4223D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F4223D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F4223D" w:rsidR="0085747A" w:rsidP="00C05F44" w:rsidRDefault="0085747A" w14:paraId="54FBE0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F4223D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F4223D" w:rsidR="0085747A" w:rsidP="00C05F44" w:rsidRDefault="0085747A" w14:paraId="5DE9E1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4223D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F4223D" w:rsidR="00535449" w:rsidTr="00535449" w14:paraId="6F04BF2C" w14:textId="77777777">
        <w:tc>
          <w:tcPr>
            <w:tcW w:w="1681" w:type="dxa"/>
          </w:tcPr>
          <w:p w:rsidRPr="00F4223D" w:rsidR="00535449" w:rsidP="00535449" w:rsidRDefault="00DD2831" w14:paraId="38B0F2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Pr="005A5CC7" w:rsidR="005A5CC7" w:rsidP="005A5CC7" w:rsidRDefault="005A5CC7" w14:paraId="77425EE4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5CC7">
              <w:rPr>
                <w:rFonts w:ascii="Corbel" w:hAnsi="Corbel"/>
                <w:b w:val="0"/>
                <w:smallCaps w:val="0"/>
                <w:szCs w:val="24"/>
              </w:rPr>
              <w:t>Wykazuje się szczegółową wiedzą na temat struktur, instytucji i zasad działania organów administracji publicznej (krajowych, międzynarodowych i unijnych) i podmiotów administrujących, ich genezy i ewolucji oraz</w:t>
            </w:r>
          </w:p>
          <w:p w:rsidRPr="00F4223D" w:rsidR="00535449" w:rsidP="005A5CC7" w:rsidRDefault="005A5CC7" w14:paraId="483F5B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5CC7">
              <w:rPr>
                <w:rFonts w:ascii="Corbel" w:hAnsi="Corbel"/>
                <w:b w:val="0"/>
                <w:smallCaps w:val="0"/>
                <w:szCs w:val="24"/>
              </w:rPr>
              <w:t>wykonywanych przez nie zadań;</w:t>
            </w:r>
          </w:p>
        </w:tc>
        <w:tc>
          <w:tcPr>
            <w:tcW w:w="1865" w:type="dxa"/>
          </w:tcPr>
          <w:p w:rsidRPr="00F4223D" w:rsidR="00535449" w:rsidP="00535449" w:rsidRDefault="00535449" w14:paraId="419E3F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F4223D" w:rsidR="002466BB" w:rsidTr="00535449" w14:paraId="4BD325BB" w14:textId="77777777">
        <w:tc>
          <w:tcPr>
            <w:tcW w:w="1681" w:type="dxa"/>
          </w:tcPr>
          <w:p w:rsidRPr="00F4223D" w:rsidR="002466BB" w:rsidP="002466BB" w:rsidRDefault="000A4CA2" w14:paraId="2426FC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F4223D" w:rsidR="00DD283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:rsidRPr="007A29DE" w:rsidR="007A29DE" w:rsidP="007A29DE" w:rsidRDefault="007A29DE" w14:paraId="06B2EFDC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9DE">
              <w:rPr>
                <w:rFonts w:ascii="Corbel" w:hAnsi="Corbel"/>
                <w:b w:val="0"/>
                <w:smallCaps w:val="0"/>
                <w:szCs w:val="24"/>
              </w:rPr>
              <w:t>Dysponuje usystematyzowaną wiedzą na temat odpowiedzialności i etyki pracowników administracji publicznej oraz zna kluczowe zagadnienia dotyczące</w:t>
            </w:r>
          </w:p>
          <w:p w:rsidRPr="00F4223D" w:rsidR="002466BB" w:rsidP="002466BB" w:rsidRDefault="007A29DE" w14:paraId="19A887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9DE">
              <w:rPr>
                <w:rFonts w:ascii="Corbel" w:hAnsi="Corbel"/>
                <w:b w:val="0"/>
                <w:smallCaps w:val="0"/>
                <w:szCs w:val="24"/>
              </w:rPr>
              <w:t>zatrudnienia w służbie publicznej;</w:t>
            </w:r>
          </w:p>
        </w:tc>
        <w:tc>
          <w:tcPr>
            <w:tcW w:w="1865" w:type="dxa"/>
          </w:tcPr>
          <w:p w:rsidRPr="00F4223D" w:rsidR="002466BB" w:rsidP="002466BB" w:rsidRDefault="00E9646B" w14:paraId="7161B1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Pr="00F4223D" w:rsidR="000A4CA2" w:rsidTr="00535449" w14:paraId="3A65730B" w14:textId="77777777">
        <w:tc>
          <w:tcPr>
            <w:tcW w:w="1681" w:type="dxa"/>
          </w:tcPr>
          <w:p w:rsidRPr="00F4223D" w:rsidR="000A4CA2" w:rsidP="000A4CA2" w:rsidRDefault="000A4CA2" w14:paraId="7E5B4C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F4223D" w:rsidR="00DD283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Pr="00F4223D" w:rsidR="000A4CA2" w:rsidP="000A4CA2" w:rsidRDefault="00676174" w14:paraId="0F8A15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174"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</w:tcPr>
          <w:p w:rsidRPr="00F4223D" w:rsidR="000A4CA2" w:rsidP="000A4CA2" w:rsidRDefault="00BC717F" w14:paraId="3F6255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F4223D" w:rsidR="000A4CA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F4223D" w:rsidR="00BC717F" w:rsidTr="00BC717F" w14:paraId="777AE612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BC717F" w:rsidP="005F433A" w:rsidRDefault="00BC717F" w14:paraId="60FB43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BC717F" w:rsidP="001F522C" w:rsidRDefault="00183699" w14:paraId="226C1655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699">
              <w:rPr>
                <w:rFonts w:ascii="Corbel" w:hAnsi="Corbel"/>
                <w:b w:val="0"/>
                <w:smallCaps w:val="0"/>
                <w:szCs w:val="24"/>
              </w:rPr>
              <w:t>Wykazuje się specjalistycznymi umiejętnościami znajdowania podstaw prawnych, orzecznictwa i literatury dotyczącej badanych zagadnień oraz stosowania zasad etycznych, jak również samodzielnego proponowania rozwiązań konkretnego problemu i podejmowania rozstrzygnięć;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BC717F" w:rsidP="005F433A" w:rsidRDefault="00E9646B" w14:paraId="27A171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F4223D" w:rsidR="00BC717F" w:rsidTr="00BC717F" w14:paraId="5FBF14E5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BC717F" w:rsidP="005F433A" w:rsidRDefault="00BC717F" w14:paraId="40D945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968FB" w:rsidR="001968FB" w:rsidP="001968FB" w:rsidRDefault="001968FB" w14:paraId="6A47C2C0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8FB"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wiedzę,</w:t>
            </w:r>
          </w:p>
          <w:p w:rsidRPr="00F4223D" w:rsidR="00BC717F" w:rsidP="005F433A" w:rsidRDefault="001968FB" w14:paraId="5E072D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8FB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interdyscyplinarnym.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BC717F" w:rsidP="005F433A" w:rsidRDefault="00E9646B" w14:paraId="545BC5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Pr="00F4223D" w:rsidR="00BC717F" w:rsidTr="00BC717F" w14:paraId="42E62CB9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BC717F" w:rsidP="005F433A" w:rsidRDefault="00BC717F" w14:paraId="409178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968FB" w:rsidR="001968FB" w:rsidP="001968FB" w:rsidRDefault="001968FB" w14:paraId="27C78749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8FB">
              <w:rPr>
                <w:rFonts w:ascii="Corbel" w:hAnsi="Corbel"/>
                <w:b w:val="0"/>
                <w:smallCaps w:val="0"/>
                <w:szCs w:val="24"/>
              </w:rPr>
              <w:t>Ma świadomość doniosłości zachowania się w sposób profesjonalny i etyczny, identyfikuje i rozwiązuje</w:t>
            </w:r>
          </w:p>
          <w:p w:rsidRPr="00F4223D" w:rsidR="00BC717F" w:rsidP="001968FB" w:rsidRDefault="001968FB" w14:paraId="2C9DC0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8FB">
              <w:rPr>
                <w:rFonts w:ascii="Corbel" w:hAnsi="Corbel"/>
                <w:b w:val="0"/>
                <w:smallCaps w:val="0"/>
                <w:szCs w:val="24"/>
              </w:rPr>
              <w:t>dylematy moralne związane ze stosowaniem prawa;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4223D" w:rsidR="00BC717F" w:rsidP="005F433A" w:rsidRDefault="00E9646B" w14:paraId="3AEA20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F4223D" w:rsidR="0085747A" w:rsidP="009C54AE" w:rsidRDefault="0085747A" w14:paraId="134E8DA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479BF37D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>3.3</w:t>
      </w:r>
      <w:r w:rsidRPr="00F4223D" w:rsidR="001D7B54">
        <w:rPr>
          <w:rFonts w:ascii="Corbel" w:hAnsi="Corbel"/>
          <w:b/>
          <w:sz w:val="24"/>
          <w:szCs w:val="24"/>
        </w:rPr>
        <w:t xml:space="preserve"> </w:t>
      </w:r>
      <w:r w:rsidRPr="00F4223D" w:rsidR="0085747A">
        <w:rPr>
          <w:rFonts w:ascii="Corbel" w:hAnsi="Corbel"/>
          <w:b/>
          <w:sz w:val="24"/>
          <w:szCs w:val="24"/>
        </w:rPr>
        <w:t>T</w:t>
      </w:r>
      <w:r w:rsidRPr="00F4223D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F4223D" w:rsidR="007327BD">
        <w:rPr>
          <w:rFonts w:ascii="Corbel" w:hAnsi="Corbel"/>
          <w:sz w:val="24"/>
          <w:szCs w:val="24"/>
        </w:rPr>
        <w:t xml:space="preserve">  </w:t>
      </w:r>
    </w:p>
    <w:p w:rsidRPr="004A3739" w:rsidR="004A3739" w:rsidP="004A3739" w:rsidRDefault="004A3739" w14:paraId="44D8DD60" w14:textId="77777777">
      <w:pPr>
        <w:pStyle w:val="Akapitzlist"/>
        <w:rPr>
          <w:rFonts w:ascii="Corbel" w:hAnsi="Corbel"/>
          <w:b/>
          <w:sz w:val="24"/>
          <w:szCs w:val="24"/>
        </w:rPr>
      </w:pPr>
    </w:p>
    <w:p w:rsidRPr="004A3739" w:rsidR="004A3739" w:rsidP="004A3739" w:rsidRDefault="004A3739" w14:paraId="4EB172FB" w14:textId="77777777">
      <w:pPr>
        <w:pStyle w:val="Akapitzlist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4A3739">
        <w:rPr>
          <w:rFonts w:ascii="Corbel" w:hAnsi="Corbel"/>
          <w:sz w:val="24"/>
          <w:szCs w:val="24"/>
        </w:rPr>
        <w:t xml:space="preserve">Problematyka wykładu </w:t>
      </w:r>
    </w:p>
    <w:p w:rsidRPr="004A3739" w:rsidR="004A3739" w:rsidP="004A3739" w:rsidRDefault="004A3739" w14:paraId="0894EF7D" w14:textId="77777777">
      <w:pPr>
        <w:pStyle w:val="Akapitzlist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A3739" w:rsidR="004A3739" w:rsidTr="406FF70D" w14:paraId="216A7D7C" w14:textId="77777777">
        <w:tc>
          <w:tcPr>
            <w:tcW w:w="9639" w:type="dxa"/>
            <w:tcMar/>
          </w:tcPr>
          <w:p w:rsidRPr="004A3739" w:rsidR="004A3739" w:rsidP="004A3739" w:rsidRDefault="004A3739" w14:paraId="54B43BE4" w14:textId="77777777">
            <w:pPr>
              <w:pStyle w:val="Akapitzlist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4A373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A3739" w:rsidR="004A3739" w:rsidTr="406FF70D" w14:paraId="3B6BCCD0" w14:textId="77777777">
        <w:tc>
          <w:tcPr>
            <w:tcW w:w="9639" w:type="dxa"/>
            <w:tcMar/>
          </w:tcPr>
          <w:p w:rsidRPr="0045350E" w:rsidR="004A3739" w:rsidP="0045350E" w:rsidRDefault="0045350E" w14:paraId="0D5CC7DB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Zagadnienia systematyzujące-</w:t>
            </w:r>
            <w:r w:rsidRPr="002E2EB0" w:rsidR="002E2EB0">
              <w:rPr>
                <w:rFonts w:ascii="Corbel" w:hAnsi="Corbel"/>
                <w:sz w:val="24"/>
                <w:szCs w:val="24"/>
              </w:rPr>
              <w:t>rozumienie odpowiedzialności w administracji publicznej, p</w:t>
            </w:r>
            <w:r w:rsidRPr="002E2EB0" w:rsidR="003A74F2">
              <w:rPr>
                <w:rFonts w:ascii="Corbel" w:hAnsi="Corbel"/>
                <w:sz w:val="24"/>
                <w:szCs w:val="24"/>
              </w:rPr>
              <w:t>rawne i pozap</w:t>
            </w:r>
            <w:r w:rsidR="000E02C0">
              <w:rPr>
                <w:rFonts w:ascii="Corbel" w:hAnsi="Corbel"/>
                <w:sz w:val="24"/>
                <w:szCs w:val="24"/>
              </w:rPr>
              <w:t>rawne ujęcie odpowiedzialności,</w:t>
            </w:r>
            <w:r w:rsidRPr="002E2EB0" w:rsidR="003A74F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E2EB0" w:rsidR="002E2EB0">
              <w:rPr>
                <w:rFonts w:ascii="Corbel" w:hAnsi="Corbel"/>
                <w:sz w:val="24"/>
                <w:szCs w:val="24"/>
              </w:rPr>
              <w:t>s</w:t>
            </w:r>
            <w:r w:rsidRPr="002E2EB0" w:rsidR="003A74F2">
              <w:rPr>
                <w:rFonts w:ascii="Corbel" w:hAnsi="Corbel"/>
                <w:sz w:val="24"/>
                <w:szCs w:val="24"/>
              </w:rPr>
              <w:t>truktura odpowiedzialności administracji publicznej</w:t>
            </w:r>
            <w:r w:rsidRPr="002E2EB0" w:rsidR="002E2EB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4A3739" w:rsidR="0045350E" w:rsidTr="406FF70D" w14:paraId="73F4BFA4" w14:textId="77777777">
        <w:tc>
          <w:tcPr>
            <w:tcW w:w="9639" w:type="dxa"/>
            <w:tcMar/>
          </w:tcPr>
          <w:p w:rsidRPr="002E2EB0" w:rsidR="0045350E" w:rsidP="0045350E" w:rsidRDefault="0045350E" w14:paraId="319D2081" w14:textId="1C9CAF5E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406FF70D" w:rsidR="1AF0539B">
              <w:rPr>
                <w:rFonts w:ascii="Corbel" w:hAnsi="Corbel"/>
                <w:sz w:val="24"/>
                <w:szCs w:val="24"/>
              </w:rPr>
              <w:t>Odpowiedzialność administracji z perspe</w:t>
            </w:r>
            <w:r w:rsidRPr="406FF70D" w:rsidR="1AF0539B">
              <w:rPr>
                <w:rFonts w:ascii="Corbel" w:hAnsi="Corbel"/>
                <w:sz w:val="24"/>
                <w:szCs w:val="24"/>
              </w:rPr>
              <w:t>ktywy stanowienia i stosowania</w:t>
            </w:r>
            <w:r w:rsidRPr="406FF70D" w:rsidR="511ED92B">
              <w:rPr>
                <w:rFonts w:ascii="Corbel" w:hAnsi="Corbel"/>
                <w:sz w:val="24"/>
                <w:szCs w:val="24"/>
              </w:rPr>
              <w:t xml:space="preserve"> </w:t>
            </w:r>
            <w:r w:rsidRPr="406FF70D" w:rsidR="1AF0539B">
              <w:rPr>
                <w:rFonts w:ascii="Corbel" w:hAnsi="Corbel"/>
                <w:sz w:val="24"/>
                <w:szCs w:val="24"/>
              </w:rPr>
              <w:t>prawa, odpowiedzialność w świetle władztwa administracyjnego.</w:t>
            </w:r>
          </w:p>
        </w:tc>
      </w:tr>
      <w:tr w:rsidRPr="004A3739" w:rsidR="002E2EB0" w:rsidTr="406FF70D" w14:paraId="44A89841" w14:textId="77777777">
        <w:tc>
          <w:tcPr>
            <w:tcW w:w="9639" w:type="dxa"/>
            <w:tcMar/>
          </w:tcPr>
          <w:p w:rsidRPr="00EF6556" w:rsidR="0045350E" w:rsidP="00EF6556" w:rsidRDefault="00EF6556" w14:paraId="0F68DB0F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F6556">
              <w:rPr>
                <w:rFonts w:ascii="Corbel" w:hAnsi="Corbel"/>
                <w:sz w:val="24"/>
                <w:szCs w:val="24"/>
              </w:rPr>
              <w:t>Odpowiedzialność najwyższych organów w państwie.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F6556">
              <w:rPr>
                <w:rFonts w:ascii="Corbel" w:hAnsi="Corbel"/>
                <w:sz w:val="24"/>
                <w:szCs w:val="24"/>
              </w:rPr>
              <w:t>Rodzaje odpowiedzialności konstytucyjne, parlamentarna, polityczne. Rola Najwyższej Izby Kontroli</w:t>
            </w:r>
            <w:r w:rsidR="000E02C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4A3739" w:rsidR="00EF6556" w:rsidTr="406FF70D" w14:paraId="14D8CC60" w14:textId="77777777">
        <w:tc>
          <w:tcPr>
            <w:tcW w:w="9639" w:type="dxa"/>
            <w:tcMar/>
          </w:tcPr>
          <w:p w:rsidRPr="00EF6556" w:rsidR="00EF6556" w:rsidP="00EF6556" w:rsidRDefault="00EF6556" w14:paraId="12E5CC3C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F6556">
              <w:rPr>
                <w:rFonts w:ascii="Corbel" w:hAnsi="Corbel"/>
                <w:sz w:val="24"/>
                <w:szCs w:val="24"/>
              </w:rPr>
              <w:t>Odpowiedzialność odszkodowawcza administracji publicznej - odpowiedzialność odszkodowawcza Skarbu Państwa za bezprawne działania i zaniechania funkcjonariuszy publicznych (podstawowe zasady, zakres przedmioty i podmiotowy).</w:t>
            </w:r>
          </w:p>
        </w:tc>
      </w:tr>
      <w:tr w:rsidRPr="004A3739" w:rsidR="00EF6556" w:rsidTr="406FF70D" w14:paraId="1D877026" w14:textId="77777777">
        <w:tc>
          <w:tcPr>
            <w:tcW w:w="9639" w:type="dxa"/>
            <w:tcMar/>
          </w:tcPr>
          <w:p w:rsidRPr="00EF6556" w:rsidR="00EF6556" w:rsidP="00EF6556" w:rsidRDefault="009E646F" w14:paraId="5C2549A7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E646F">
              <w:rPr>
                <w:rFonts w:ascii="Corbel" w:hAnsi="Corbel"/>
                <w:sz w:val="24"/>
                <w:szCs w:val="24"/>
              </w:rPr>
              <w:t>Pojęcie odpowiedzialności jednostki samorządu terytorialnego i jej organów, odpowiedzialność demokratyczna w samorządzie terytorialnym.</w:t>
            </w:r>
          </w:p>
        </w:tc>
      </w:tr>
      <w:tr w:rsidRPr="004A3739" w:rsidR="000E02C0" w:rsidTr="406FF70D" w14:paraId="6C20F66A" w14:textId="77777777">
        <w:tc>
          <w:tcPr>
            <w:tcW w:w="9639" w:type="dxa"/>
            <w:tcMar/>
          </w:tcPr>
          <w:p w:rsidRPr="009E646F" w:rsidR="000E02C0" w:rsidP="00EF6556" w:rsidRDefault="000E02C0" w14:paraId="6FE62B88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E02C0">
              <w:rPr>
                <w:rFonts w:ascii="Corbel" w:hAnsi="Corbel"/>
                <w:sz w:val="24"/>
                <w:szCs w:val="24"/>
              </w:rPr>
              <w:t>Odpowiedzialności majątkowej funkcjonariuszy publicznych za rażące naruszenie prawa -Ustawa z dnia 20 stycznia 2011 r. o odpowiedzialności majątkowej funkcjonariuszy publicznych za rażące naruszenie prawa.</w:t>
            </w:r>
          </w:p>
        </w:tc>
      </w:tr>
      <w:tr w:rsidRPr="004A3739" w:rsidR="004A3739" w:rsidTr="406FF70D" w14:paraId="042FD22D" w14:textId="77777777">
        <w:tc>
          <w:tcPr>
            <w:tcW w:w="9639" w:type="dxa"/>
            <w:tcMar/>
          </w:tcPr>
          <w:p w:rsidRPr="005670E2" w:rsidR="004A3739" w:rsidP="005670E2" w:rsidRDefault="005670E2" w14:paraId="479A4402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670E2">
              <w:rPr>
                <w:rFonts w:ascii="Corbel" w:hAnsi="Corbel"/>
                <w:sz w:val="24"/>
                <w:szCs w:val="24"/>
              </w:rPr>
              <w:t>Przestępstwa urzędnicze, delikty pracownicze, odpowiedzialność materialna i porządkowa pracowników, odpowiedzialność za naruszenie dyscypliny finansów publicznych, odpowiedzialność administracyjna wg kpa, samorządowych ustaw ustrojowych, ustawy antykorupcyjnej i innych szczególnych aktów.</w:t>
            </w:r>
          </w:p>
        </w:tc>
      </w:tr>
      <w:tr w:rsidRPr="004A3739" w:rsidR="005670E2" w:rsidTr="406FF70D" w14:paraId="1C24E1F8" w14:textId="77777777">
        <w:tc>
          <w:tcPr>
            <w:tcW w:w="9639" w:type="dxa"/>
            <w:tcMar/>
          </w:tcPr>
          <w:p w:rsidRPr="005670E2" w:rsidR="005670E2" w:rsidP="005670E2" w:rsidRDefault="005670E2" w14:paraId="399ECCD5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670E2">
              <w:rPr>
                <w:rFonts w:ascii="Corbel" w:hAnsi="Corbel"/>
                <w:sz w:val="24"/>
                <w:szCs w:val="24"/>
              </w:rPr>
              <w:t>Społeczny wymiar odpowiedzialności, patologie w administracji, infrastruktura antykorupcyjna.</w:t>
            </w:r>
          </w:p>
        </w:tc>
      </w:tr>
    </w:tbl>
    <w:p w:rsidRPr="00F4223D" w:rsidR="00675843" w:rsidP="009C54AE" w:rsidRDefault="00675843" w14:paraId="1897DCC0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F4223D" w:rsidR="0085747A" w:rsidP="009C54AE" w:rsidRDefault="0085747A" w14:paraId="14FC83B9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406FF70D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406FF70D" w:rsidR="009F4610">
        <w:rPr>
          <w:rFonts w:ascii="Corbel" w:hAnsi="Corbel"/>
          <w:sz w:val="24"/>
          <w:szCs w:val="24"/>
        </w:rPr>
        <w:t xml:space="preserve">, </w:t>
      </w:r>
      <w:r w:rsidRPr="406FF70D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4223D" w:rsidR="0085747A" w:rsidTr="406FF70D" w14:paraId="53520842" w14:textId="77777777">
        <w:tc>
          <w:tcPr>
            <w:tcW w:w="9520" w:type="dxa"/>
            <w:tcMar/>
          </w:tcPr>
          <w:p w:rsidRPr="00F4223D" w:rsidR="0085747A" w:rsidP="009C54AE" w:rsidRDefault="0085747A" w14:paraId="20F432E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4223D" w:rsidR="00AE20B4" w:rsidTr="406FF70D" w14:paraId="475CA29F" w14:textId="77777777">
        <w:tc>
          <w:tcPr>
            <w:tcW w:w="9520" w:type="dxa"/>
            <w:tcMar/>
          </w:tcPr>
          <w:p w:rsidRPr="00F4223D" w:rsidR="00AE20B4" w:rsidP="00AE20B4" w:rsidRDefault="00F13ABF" w14:paraId="0D13B03C" w14:textId="50373ED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406FF70D" w:rsidR="589E9E59">
              <w:rPr>
                <w:rFonts w:ascii="Corbel" w:hAnsi="Corbel"/>
                <w:sz w:val="24"/>
                <w:szCs w:val="24"/>
              </w:rPr>
              <w:t>Odpowiedzialność odszkodowawcza za niezgodne z prawem działania organów administracji publicznej</w:t>
            </w:r>
            <w:r w:rsidRPr="406FF70D" w:rsidR="589E9E59">
              <w:rPr>
                <w:rFonts w:ascii="Corbel" w:hAnsi="Corbel"/>
                <w:sz w:val="24"/>
                <w:szCs w:val="24"/>
              </w:rPr>
              <w:t xml:space="preserve"> (zakres podmiotowy i przedmiotowy</w:t>
            </w:r>
            <w:r w:rsidRPr="406FF70D" w:rsidR="589E9E59">
              <w:rPr>
                <w:rFonts w:ascii="Corbel" w:hAnsi="Corbel"/>
                <w:sz w:val="24"/>
                <w:szCs w:val="24"/>
              </w:rPr>
              <w:t>)</w:t>
            </w:r>
            <w:r w:rsidRPr="406FF70D" w:rsidR="45B960C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4223D" w:rsidR="00AE20B4" w:rsidTr="406FF70D" w14:paraId="32CD4CDE" w14:textId="77777777">
        <w:tc>
          <w:tcPr>
            <w:tcW w:w="9520" w:type="dxa"/>
            <w:tcMar/>
          </w:tcPr>
          <w:p w:rsidRPr="00F4223D" w:rsidR="00AE20B4" w:rsidP="000E02C0" w:rsidRDefault="00DE05B1" w14:paraId="47D789C6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E05B1">
              <w:rPr>
                <w:rFonts w:ascii="Corbel" w:hAnsi="Corbel"/>
                <w:sz w:val="24"/>
                <w:szCs w:val="24"/>
              </w:rPr>
              <w:t>Funkcje odpowiedzialności odszkodowawczej za niezgodne z prawem działania orga</w:t>
            </w:r>
            <w:r w:rsidR="00C737F6">
              <w:rPr>
                <w:rFonts w:ascii="Corbel" w:hAnsi="Corbel"/>
                <w:sz w:val="24"/>
                <w:szCs w:val="24"/>
              </w:rPr>
              <w:t>nów administracji publicznej, d</w:t>
            </w:r>
            <w:r w:rsidRPr="00DE05B1">
              <w:rPr>
                <w:rFonts w:ascii="Corbel" w:hAnsi="Corbel"/>
                <w:sz w:val="24"/>
                <w:szCs w:val="24"/>
              </w:rPr>
              <w:t>laczego państwo powinno ponosić odpowiedzialność za niezgodne z prawem działan</w:t>
            </w:r>
            <w:r w:rsidR="00C737F6">
              <w:rPr>
                <w:rFonts w:ascii="Corbel" w:hAnsi="Corbel"/>
                <w:sz w:val="24"/>
                <w:szCs w:val="24"/>
              </w:rPr>
              <w:t>ia administracji publicznej</w:t>
            </w:r>
            <w:r w:rsidR="000E02C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4223D" w:rsidR="00AE20B4" w:rsidTr="406FF70D" w14:paraId="7AE6477C" w14:textId="77777777">
        <w:tc>
          <w:tcPr>
            <w:tcW w:w="9520" w:type="dxa"/>
            <w:tcMar/>
          </w:tcPr>
          <w:p w:rsidRPr="00F4223D" w:rsidR="00AE20B4" w:rsidP="000E02C0" w:rsidRDefault="000E02C0" w14:paraId="090AB59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Odpowiedzialność urzędnicza. O</w:t>
            </w:r>
            <w:r w:rsidRPr="0053279F" w:rsidR="0053279F">
              <w:rPr>
                <w:rFonts w:ascii="Corbel" w:hAnsi="Corbel"/>
                <w:sz w:val="24"/>
                <w:szCs w:val="24"/>
              </w:rPr>
              <w:t>dpowiedzialność porzą</w:t>
            </w:r>
            <w:r w:rsidR="0045350E">
              <w:rPr>
                <w:rFonts w:ascii="Corbel" w:hAnsi="Corbel"/>
                <w:sz w:val="24"/>
                <w:szCs w:val="24"/>
              </w:rPr>
              <w:t xml:space="preserve">dkowa i dyscyplinarna urzędnika </w:t>
            </w:r>
            <w:r w:rsidRPr="0053279F" w:rsidR="0053279F">
              <w:rPr>
                <w:rFonts w:ascii="Corbel" w:hAnsi="Corbel"/>
                <w:sz w:val="24"/>
                <w:szCs w:val="24"/>
              </w:rPr>
              <w:t>państwowego, odpowiedzialność pracownika samorządowego.</w:t>
            </w:r>
          </w:p>
        </w:tc>
      </w:tr>
      <w:tr w:rsidRPr="00F4223D" w:rsidR="00704BA8" w:rsidTr="406FF70D" w14:paraId="1FBB2ADD" w14:textId="77777777">
        <w:tc>
          <w:tcPr>
            <w:tcW w:w="9520" w:type="dxa"/>
            <w:tcMar/>
          </w:tcPr>
          <w:p w:rsidRPr="00F4223D" w:rsidR="00704BA8" w:rsidP="000E02C0" w:rsidRDefault="008615F8" w14:paraId="6F515F1F" w14:textId="59B2B0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06FF70D" w:rsidR="70992359">
              <w:rPr>
                <w:rFonts w:ascii="Corbel" w:hAnsi="Corbel"/>
                <w:sz w:val="24"/>
                <w:szCs w:val="24"/>
              </w:rPr>
              <w:t>Odpowiedzialność</w:t>
            </w:r>
            <w:r w:rsidRPr="406FF70D" w:rsidR="1AF0539B">
              <w:rPr>
                <w:rFonts w:ascii="Corbel" w:hAnsi="Corbel"/>
                <w:sz w:val="24"/>
                <w:szCs w:val="24"/>
              </w:rPr>
              <w:t xml:space="preserve"> dyscyplinarnej członków korpusu służby cywilnej </w:t>
            </w:r>
            <w:r w:rsidRPr="406FF70D" w:rsidR="1AF0539B">
              <w:rPr>
                <w:rFonts w:ascii="Corbel" w:hAnsi="Corbel"/>
                <w:sz w:val="24"/>
                <w:szCs w:val="24"/>
              </w:rPr>
              <w:t>(zakres</w:t>
            </w:r>
            <w:r w:rsidRPr="406FF70D" w:rsidR="1AF0539B">
              <w:rPr>
                <w:rFonts w:ascii="Corbel" w:hAnsi="Corbel"/>
                <w:sz w:val="24"/>
                <w:szCs w:val="24"/>
              </w:rPr>
              <w:t xml:space="preserve"> przedmiotowy, podmiotowy, obowiązki służ</w:t>
            </w:r>
            <w:r w:rsidRPr="406FF70D" w:rsidR="45B960C6">
              <w:rPr>
                <w:rFonts w:ascii="Corbel" w:hAnsi="Corbel"/>
                <w:sz w:val="24"/>
                <w:szCs w:val="24"/>
              </w:rPr>
              <w:t>b</w:t>
            </w:r>
            <w:r w:rsidRPr="406FF70D" w:rsidR="1AF0539B">
              <w:rPr>
                <w:rFonts w:ascii="Corbel" w:hAnsi="Corbel"/>
                <w:sz w:val="24"/>
                <w:szCs w:val="24"/>
              </w:rPr>
              <w:t>y cywilnej)</w:t>
            </w:r>
            <w:r w:rsidR="45B960C6">
              <w:rPr/>
              <w:t>.</w:t>
            </w:r>
          </w:p>
        </w:tc>
      </w:tr>
      <w:tr w:rsidRPr="00F4223D" w:rsidR="00AE20B4" w:rsidTr="406FF70D" w14:paraId="394049AE" w14:textId="77777777">
        <w:tc>
          <w:tcPr>
            <w:tcW w:w="9520" w:type="dxa"/>
            <w:tcMar/>
          </w:tcPr>
          <w:p w:rsidRPr="00F4223D" w:rsidR="00AE20B4" w:rsidP="000E02C0" w:rsidRDefault="000E02C0" w14:paraId="6A682AD6" w14:textId="36F8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06FF70D" w:rsidR="45B960C6">
              <w:rPr>
                <w:rFonts w:ascii="Corbel" w:hAnsi="Corbel"/>
                <w:sz w:val="24"/>
                <w:szCs w:val="24"/>
              </w:rPr>
              <w:t xml:space="preserve">Odpowiedzialność Skarbu Państwa </w:t>
            </w:r>
            <w:r w:rsidRPr="406FF70D" w:rsidR="45B960C6">
              <w:rPr>
                <w:rFonts w:ascii="Corbel" w:hAnsi="Corbel"/>
                <w:sz w:val="24"/>
                <w:szCs w:val="24"/>
              </w:rPr>
              <w:t xml:space="preserve">i </w:t>
            </w:r>
            <w:r w:rsidRPr="406FF70D" w:rsidR="217E8E35">
              <w:rPr>
                <w:rFonts w:ascii="Corbel" w:hAnsi="Corbel"/>
                <w:sz w:val="24"/>
                <w:szCs w:val="24"/>
              </w:rPr>
              <w:t>j</w:t>
            </w:r>
            <w:r w:rsidRPr="406FF70D" w:rsidR="45B960C6">
              <w:rPr>
                <w:rFonts w:ascii="Corbel" w:hAnsi="Corbel"/>
                <w:sz w:val="24"/>
                <w:szCs w:val="24"/>
              </w:rPr>
              <w:t>ednostek samorządu terytorialnego za niezgodne z prawem działanie administracji: odpowiedzialność za szkodę powstałą wskutek wyda</w:t>
            </w:r>
            <w:r w:rsidRPr="406FF70D" w:rsidR="70992359">
              <w:rPr>
                <w:rFonts w:ascii="Corbel" w:hAnsi="Corbel"/>
                <w:sz w:val="24"/>
                <w:szCs w:val="24"/>
              </w:rPr>
              <w:t xml:space="preserve">nia decyzji niezgodnej z prawem, </w:t>
            </w:r>
            <w:r w:rsidRPr="406FF70D" w:rsidR="45B960C6">
              <w:rPr>
                <w:rFonts w:ascii="Corbel" w:hAnsi="Corbel"/>
                <w:sz w:val="24"/>
                <w:szCs w:val="24"/>
              </w:rPr>
              <w:t>odpowiedzialność za szkodę wywołaną niewydaniem aktu normatywnego, odpowiedzialność za brak implementacji przepisów prawa wspólnotowego.</w:t>
            </w:r>
          </w:p>
        </w:tc>
      </w:tr>
      <w:tr w:rsidRPr="00F4223D" w:rsidR="00704BA8" w:rsidTr="406FF70D" w14:paraId="1F2F74DD" w14:textId="77777777">
        <w:tc>
          <w:tcPr>
            <w:tcW w:w="9520" w:type="dxa"/>
            <w:tcMar/>
          </w:tcPr>
          <w:p w:rsidRPr="008615F8" w:rsidR="00704BA8" w:rsidP="008615F8" w:rsidRDefault="005670E2" w14:paraId="72576E4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15F8">
              <w:rPr>
                <w:rFonts w:ascii="Corbel" w:hAnsi="Corbel"/>
                <w:sz w:val="24"/>
                <w:szCs w:val="24"/>
              </w:rPr>
              <w:t xml:space="preserve">Odpowiedzialność (majątkowa) za </w:t>
            </w:r>
            <w:r w:rsidR="008615F8">
              <w:rPr>
                <w:rFonts w:ascii="Corbel" w:hAnsi="Corbel"/>
                <w:sz w:val="24"/>
                <w:szCs w:val="24"/>
              </w:rPr>
              <w:t>legalne działania administracji, o</w:t>
            </w:r>
            <w:r w:rsidRPr="008615F8">
              <w:rPr>
                <w:rFonts w:ascii="Corbel" w:hAnsi="Corbel"/>
                <w:sz w:val="24"/>
                <w:szCs w:val="24"/>
              </w:rPr>
              <w:t>dpowiedzialność za szkodę powstałą na skutek uchylenia l</w:t>
            </w:r>
            <w:r w:rsidR="008615F8">
              <w:rPr>
                <w:rFonts w:ascii="Corbel" w:hAnsi="Corbel"/>
                <w:sz w:val="24"/>
                <w:szCs w:val="24"/>
              </w:rPr>
              <w:t>ub zmiany decyzji ostatecznej, o</w:t>
            </w:r>
            <w:r w:rsidRPr="008615F8">
              <w:rPr>
                <w:rFonts w:ascii="Corbel" w:hAnsi="Corbel"/>
                <w:sz w:val="24"/>
                <w:szCs w:val="24"/>
              </w:rPr>
              <w:t>dpowiedzialność powstałą na skutek uchylenia lub zamiany decyzji ostatecznej</w:t>
            </w:r>
            <w:r w:rsidR="008615F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F4223D" w:rsidR="0085747A" w:rsidP="009C54AE" w:rsidRDefault="0085747A" w14:paraId="7AA3038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4223D" w:rsidR="0085747A" w:rsidP="009C54AE" w:rsidRDefault="009F4610" w14:paraId="5ACBF3B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>3.4 Metody dydaktyczne</w:t>
      </w:r>
      <w:r w:rsidRPr="00F4223D">
        <w:rPr>
          <w:rFonts w:ascii="Corbel" w:hAnsi="Corbel"/>
          <w:b w:val="0"/>
          <w:smallCaps w:val="0"/>
          <w:szCs w:val="24"/>
        </w:rPr>
        <w:t xml:space="preserve"> </w:t>
      </w:r>
    </w:p>
    <w:p w:rsidRPr="00F4223D" w:rsidR="0085747A" w:rsidP="009C54AE" w:rsidRDefault="0085747A" w14:paraId="5D51960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4223D" w:rsidR="00704BA8" w:rsidP="406FF70D" w:rsidRDefault="0084533F" w14:paraId="1DF4C576" w14:textId="0C5C51D8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406FF70D" w:rsidR="0084533F">
        <w:rPr>
          <w:rFonts w:ascii="Corbel" w:hAnsi="Corbel"/>
          <w:b w:val="0"/>
          <w:bCs w:val="0"/>
          <w:caps w:val="0"/>
          <w:smallCaps w:val="0"/>
        </w:rPr>
        <w:t xml:space="preserve">Prezentacja </w:t>
      </w:r>
      <w:r w:rsidRPr="406FF70D" w:rsidR="0084533F">
        <w:rPr>
          <w:rFonts w:ascii="Corbel" w:hAnsi="Corbel"/>
          <w:b w:val="0"/>
          <w:bCs w:val="0"/>
          <w:caps w:val="0"/>
          <w:smallCaps w:val="0"/>
        </w:rPr>
        <w:t>multimedialna</w:t>
      </w:r>
      <w:r w:rsidRPr="406FF70D" w:rsidR="00DE05B1">
        <w:rPr>
          <w:rFonts w:ascii="Corbel" w:hAnsi="Corbel"/>
          <w:b w:val="0"/>
          <w:bCs w:val="0"/>
          <w:caps w:val="0"/>
          <w:smallCaps w:val="0"/>
        </w:rPr>
        <w:t>,</w:t>
      </w:r>
      <w:r w:rsidRPr="406FF70D" w:rsidR="00DE05B1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406FF70D" w:rsidR="00704BA8">
        <w:rPr>
          <w:rFonts w:ascii="Corbel" w:hAnsi="Corbel"/>
          <w:b w:val="0"/>
          <w:bCs w:val="0"/>
          <w:caps w:val="0"/>
          <w:smallCaps w:val="0"/>
        </w:rPr>
        <w:t>praca w grupach</w:t>
      </w:r>
      <w:r w:rsidRPr="406FF70D" w:rsidR="003E1329">
        <w:rPr>
          <w:rFonts w:ascii="Corbel" w:hAnsi="Corbel"/>
          <w:b w:val="0"/>
          <w:bCs w:val="0"/>
          <w:caps w:val="0"/>
          <w:smallCaps w:val="0"/>
        </w:rPr>
        <w:t xml:space="preserve">, </w:t>
      </w:r>
      <w:r w:rsidRPr="406FF70D" w:rsidR="001C3C2E">
        <w:rPr>
          <w:rFonts w:ascii="Corbel" w:hAnsi="Corbel"/>
          <w:b w:val="0"/>
          <w:bCs w:val="0"/>
          <w:caps w:val="0"/>
          <w:smallCaps w:val="0"/>
        </w:rPr>
        <w:t>dyskusja, analiza przypadków</w:t>
      </w:r>
    </w:p>
    <w:p w:rsidRPr="00F4223D" w:rsidR="00E960BB" w:rsidP="009C54AE" w:rsidRDefault="00E960BB" w14:paraId="5248079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4223D" w:rsidR="00E960BB" w:rsidP="009C54AE" w:rsidRDefault="00E960BB" w14:paraId="305765B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4223D" w:rsidR="0085747A" w:rsidP="009C54AE" w:rsidRDefault="00C61DC5" w14:paraId="23E6437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 </w:t>
      </w:r>
      <w:r w:rsidRPr="00F4223D" w:rsidR="0085747A">
        <w:rPr>
          <w:rFonts w:ascii="Corbel" w:hAnsi="Corbel"/>
          <w:smallCaps w:val="0"/>
          <w:szCs w:val="24"/>
        </w:rPr>
        <w:t>METODY I KRYTERIA OCENY</w:t>
      </w:r>
      <w:r w:rsidRPr="00F4223D" w:rsidR="009F4610">
        <w:rPr>
          <w:rFonts w:ascii="Corbel" w:hAnsi="Corbel"/>
          <w:smallCaps w:val="0"/>
          <w:szCs w:val="24"/>
        </w:rPr>
        <w:t xml:space="preserve"> </w:t>
      </w:r>
    </w:p>
    <w:p w:rsidRPr="00F4223D" w:rsidR="00923D7D" w:rsidP="009C54AE" w:rsidRDefault="00923D7D" w14:paraId="53B6531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4223D" w:rsidR="0085747A" w:rsidP="009C54AE" w:rsidRDefault="0085747A" w14:paraId="149D872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4.1 Sposoby weryfikacji efektów </w:t>
      </w:r>
      <w:r w:rsidRPr="00F4223D" w:rsidR="00C05F44">
        <w:rPr>
          <w:rFonts w:ascii="Corbel" w:hAnsi="Corbel"/>
          <w:smallCaps w:val="0"/>
          <w:szCs w:val="24"/>
        </w:rPr>
        <w:t>uczenia się</w:t>
      </w:r>
    </w:p>
    <w:p w:rsidRPr="00F4223D" w:rsidR="0085747A" w:rsidP="009C54AE" w:rsidRDefault="0085747A" w14:paraId="7A576E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F4223D" w:rsidR="0085747A" w:rsidTr="7E952AA6" w14:paraId="773B2219" w14:textId="77777777">
        <w:tc>
          <w:tcPr>
            <w:tcW w:w="1962" w:type="dxa"/>
            <w:tcMar/>
            <w:vAlign w:val="center"/>
          </w:tcPr>
          <w:p w:rsidRPr="00F4223D" w:rsidR="0085747A" w:rsidP="009C54AE" w:rsidRDefault="0071620A" w14:paraId="072BF5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F4223D" w:rsidR="0085747A" w:rsidP="009C54AE" w:rsidRDefault="00A84C85" w14:paraId="3C77AC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Pr="00F4223D" w:rsidR="00A87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Pr="00F4223D" w:rsidR="0085747A" w:rsidP="009C54AE" w:rsidRDefault="009F4610" w14:paraId="56324C0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F4223D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F4223D" w:rsidR="00923D7D" w:rsidP="009C54AE" w:rsidRDefault="0085747A" w14:paraId="629C78E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F4223D" w:rsidR="0085747A" w:rsidP="009C54AE" w:rsidRDefault="0085747A" w14:paraId="27D6D1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F4223D" w:rsidR="00704BA8" w:rsidTr="7E952AA6" w14:paraId="2116B3C3" w14:textId="77777777">
        <w:tc>
          <w:tcPr>
            <w:tcW w:w="1962" w:type="dxa"/>
            <w:tcMar/>
          </w:tcPr>
          <w:p w:rsidRPr="00F4223D" w:rsidR="00704BA8" w:rsidP="00704BA8" w:rsidRDefault="00704BA8" w14:paraId="329812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Mar/>
          </w:tcPr>
          <w:p w:rsidRPr="00561846" w:rsidR="00704BA8" w:rsidP="7E952AA6" w:rsidRDefault="00E02EC6" w14:paraId="0F0F02DB" w14:textId="6280B03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highlight w:val="yellow"/>
              </w:rPr>
            </w:pPr>
            <w:r w:rsidRPr="7E952AA6" w:rsidR="00E02E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obserwacja w trakcie zajęć, kolokwium, egzamin </w:t>
            </w:r>
          </w:p>
        </w:tc>
        <w:tc>
          <w:tcPr>
            <w:tcW w:w="2117" w:type="dxa"/>
            <w:tcMar/>
          </w:tcPr>
          <w:p w:rsidRPr="00E02EC6" w:rsidR="00704BA8" w:rsidP="00A97993" w:rsidRDefault="00A97993" w14:paraId="4DED3B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02EC6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Pr="00F4223D" w:rsidR="005A5CC7" w:rsidTr="7E952AA6" w14:paraId="2371096C" w14:textId="77777777">
        <w:tc>
          <w:tcPr>
            <w:tcW w:w="1962" w:type="dxa"/>
            <w:tcMar/>
          </w:tcPr>
          <w:p w:rsidRPr="00F4223D" w:rsidR="005A5CC7" w:rsidP="00704BA8" w:rsidRDefault="005A5CC7" w14:paraId="7EFB12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Mar/>
          </w:tcPr>
          <w:p w:rsidR="005A5CC7" w:rsidRDefault="005A5CC7" w14:paraId="010F65A8" w14:textId="18B877F8">
            <w:r w:rsidR="005A5CC7">
              <w:rPr/>
              <w:t xml:space="preserve">obserwacja w trakcie zajęć, kolokwium, egzamin </w:t>
            </w:r>
          </w:p>
        </w:tc>
        <w:tc>
          <w:tcPr>
            <w:tcW w:w="2117" w:type="dxa"/>
            <w:tcMar/>
          </w:tcPr>
          <w:p w:rsidRPr="00E02EC6" w:rsidR="005A5CC7" w:rsidP="00A97993" w:rsidRDefault="005A5CC7" w14:paraId="46BB8884" w14:textId="77777777">
            <w:pPr>
              <w:jc w:val="center"/>
            </w:pPr>
            <w:r w:rsidRPr="00E02EC6">
              <w:t>w, ćw.</w:t>
            </w:r>
          </w:p>
        </w:tc>
      </w:tr>
      <w:tr w:rsidRPr="00F4223D" w:rsidR="005A5CC7" w:rsidTr="7E952AA6" w14:paraId="08E5B49C" w14:textId="77777777">
        <w:tc>
          <w:tcPr>
            <w:tcW w:w="1962" w:type="dxa"/>
            <w:tcMar/>
          </w:tcPr>
          <w:p w:rsidRPr="00F4223D" w:rsidR="005A5CC7" w:rsidP="00704BA8" w:rsidRDefault="005A5CC7" w14:paraId="42832E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Mar/>
          </w:tcPr>
          <w:p w:rsidR="005A5CC7" w:rsidRDefault="005A5CC7" w14:paraId="3D9CD705" w14:textId="002FF283">
            <w:r w:rsidR="005A5CC7">
              <w:rPr/>
              <w:t xml:space="preserve">obserwacja w trakcie zajęć, kolokwium, egzamin </w:t>
            </w:r>
          </w:p>
        </w:tc>
        <w:tc>
          <w:tcPr>
            <w:tcW w:w="2117" w:type="dxa"/>
            <w:tcMar/>
          </w:tcPr>
          <w:p w:rsidRPr="00E02EC6" w:rsidR="005A5CC7" w:rsidP="00A97993" w:rsidRDefault="005A5CC7" w14:paraId="44F1BCD3" w14:textId="77777777">
            <w:pPr>
              <w:jc w:val="center"/>
            </w:pPr>
            <w:r w:rsidRPr="00E02EC6">
              <w:t>w, ćw.</w:t>
            </w:r>
          </w:p>
        </w:tc>
      </w:tr>
      <w:tr w:rsidRPr="00F4223D" w:rsidR="005A5CC7" w:rsidTr="7E952AA6" w14:paraId="7788F135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5A5CC7" w:rsidP="005F433A" w:rsidRDefault="005A5CC7" w14:paraId="6F4E82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A5CC7" w:rsidRDefault="005A5CC7" w14:paraId="31FF28FC" w14:textId="7CDB8A0E">
            <w:r w:rsidR="005A5CC7">
              <w:rPr/>
              <w:t xml:space="preserve">obserwacja w trakcie zajęć, kolokwium, egzamin 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02EC6" w:rsidR="005A5CC7" w:rsidP="00A97993" w:rsidRDefault="005A5CC7" w14:paraId="24D41727" w14:textId="77777777">
            <w:pPr>
              <w:jc w:val="center"/>
            </w:pPr>
            <w:r w:rsidRPr="00E02EC6">
              <w:t>w, ćw.</w:t>
            </w:r>
          </w:p>
        </w:tc>
      </w:tr>
      <w:tr w:rsidRPr="00F4223D" w:rsidR="005A5CC7" w:rsidTr="7E952AA6" w14:paraId="7FE20752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5A5CC7" w:rsidP="005F433A" w:rsidRDefault="005A5CC7" w14:paraId="5B9A67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A5CC7" w:rsidRDefault="005A5CC7" w14:paraId="4D7CC815" w14:textId="5953C004">
            <w:r w:rsidR="005A5CC7">
              <w:rPr/>
              <w:t xml:space="preserve">obserwacja w trakcie zajęć, kolokwium, egzamin 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02EC6" w:rsidR="005A5CC7" w:rsidP="00A97993" w:rsidRDefault="005A5CC7" w14:paraId="4714B149" w14:textId="77777777">
            <w:pPr>
              <w:jc w:val="center"/>
            </w:pPr>
            <w:r w:rsidRPr="00E02EC6">
              <w:t>w, ćw.</w:t>
            </w:r>
          </w:p>
        </w:tc>
      </w:tr>
      <w:tr w:rsidRPr="00F4223D" w:rsidR="005A5CC7" w:rsidTr="7E952AA6" w14:paraId="2E5B5BD8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5A5CC7" w:rsidP="005F433A" w:rsidRDefault="005A5CC7" w14:paraId="1D3FD1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A5CC7" w:rsidRDefault="005A5CC7" w14:paraId="345F4B82" w14:textId="25576EEC">
            <w:r w:rsidR="005A5CC7">
              <w:rPr/>
              <w:t xml:space="preserve">obserwacja w trakcie zajęć, kolokwium, egzamin 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02EC6" w:rsidR="005A5CC7" w:rsidP="00042D42" w:rsidRDefault="005A5CC7" w14:paraId="46E08501" w14:textId="77777777">
            <w:pPr>
              <w:jc w:val="center"/>
            </w:pPr>
            <w:r w:rsidRPr="00E02EC6">
              <w:t>w, ćw.</w:t>
            </w:r>
          </w:p>
        </w:tc>
      </w:tr>
    </w:tbl>
    <w:p w:rsidR="008663C0" w:rsidP="009C54AE" w:rsidRDefault="008663C0" w14:paraId="01DF373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P="009C54AE" w:rsidRDefault="003E1941" w14:paraId="6B556F2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4.2 </w:t>
      </w:r>
      <w:r w:rsidRPr="00F4223D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F4223D" w:rsidR="00923D7D">
        <w:rPr>
          <w:rFonts w:ascii="Corbel" w:hAnsi="Corbel"/>
          <w:smallCaps w:val="0"/>
          <w:szCs w:val="24"/>
        </w:rPr>
        <w:t xml:space="preserve"> </w:t>
      </w:r>
    </w:p>
    <w:p w:rsidRPr="00F4223D" w:rsidR="008663C0" w:rsidP="009C54AE" w:rsidRDefault="008663C0" w14:paraId="4796EE6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4223D" w:rsidR="008663C0" w:rsidTr="7E952AA6" w14:paraId="76F63294" w14:textId="77777777">
        <w:tc>
          <w:tcPr>
            <w:tcW w:w="9670" w:type="dxa"/>
            <w:tcMar/>
          </w:tcPr>
          <w:p w:rsidRPr="00F4223D" w:rsidR="008663C0" w:rsidP="7E952AA6" w:rsidRDefault="007F0C64" w14:paraId="5FD5991C" w14:textId="27DE982C">
            <w:pPr>
              <w:spacing w:before="0" w:after="0"/>
              <w:jc w:val="both"/>
            </w:pPr>
            <w:r w:rsidRPr="7E952AA6" w:rsidR="079FC4F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7E952AA6" w:rsidR="079FC4F8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7E952AA6" w:rsidR="079FC4F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7E952AA6" w:rsidR="079FC4F8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4223D" w:rsidR="008663C0" w:rsidP="7E952AA6" w:rsidRDefault="007F0C64" w14:paraId="0023A7FF" w14:textId="5D835DFA">
            <w:pPr>
              <w:spacing w:before="0" w:after="0"/>
              <w:jc w:val="both"/>
            </w:pPr>
            <w:r w:rsidRPr="7E952AA6" w:rsidR="079FC4F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7E952AA6" w:rsidR="079FC4F8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4223D" w:rsidR="008663C0" w:rsidP="7E952AA6" w:rsidRDefault="007F0C64" w14:paraId="161CB09E" w14:textId="5513BC58">
            <w:pPr>
              <w:spacing w:before="0" w:after="0"/>
              <w:jc w:val="both"/>
            </w:pPr>
            <w:r w:rsidRPr="7E952AA6" w:rsidR="079FC4F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7E952AA6" w:rsidR="079FC4F8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4223D" w:rsidR="008663C0" w:rsidP="7E952AA6" w:rsidRDefault="007F0C64" w14:paraId="0D759D30" w14:textId="77593439">
            <w:pPr>
              <w:spacing w:before="0" w:after="0"/>
            </w:pPr>
            <w:r w:rsidRPr="7E952AA6" w:rsidR="079FC4F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F4223D" w:rsidR="008663C0" w:rsidP="7E952AA6" w:rsidRDefault="007F0C64" w14:paraId="05E003BA" w14:textId="1C4C4987">
            <w:pPr>
              <w:spacing w:before="0" w:after="0"/>
            </w:pPr>
            <w:r w:rsidRPr="7E952AA6" w:rsidR="079FC4F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F4223D" w:rsidR="008663C0" w:rsidP="7E952AA6" w:rsidRDefault="007F0C64" w14:paraId="137EA644" w14:textId="1A0B827B">
            <w:pPr>
              <w:spacing w:before="0" w:after="0"/>
            </w:pPr>
            <w:r w:rsidRPr="7E952AA6" w:rsidR="079FC4F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F4223D" w:rsidR="008663C0" w:rsidP="7E952AA6" w:rsidRDefault="007F0C64" w14:paraId="7E64DBAE" w14:textId="4E07A7C2">
            <w:pPr>
              <w:spacing w:before="0" w:after="0"/>
            </w:pPr>
            <w:r w:rsidRPr="7E952AA6" w:rsidR="079FC4F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F4223D" w:rsidR="008663C0" w:rsidP="7E952AA6" w:rsidRDefault="007F0C64" w14:paraId="6D7161E1" w14:textId="7CDE9D63">
            <w:pPr>
              <w:spacing w:before="0" w:after="0"/>
            </w:pPr>
            <w:r w:rsidRPr="7E952AA6" w:rsidR="079FC4F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F4223D" w:rsidR="008663C0" w:rsidP="7E952AA6" w:rsidRDefault="007F0C64" w14:paraId="20EED539" w14:textId="443DDDF8">
            <w:pPr>
              <w:spacing w:before="0" w:after="0"/>
            </w:pPr>
            <w:proofErr w:type="spellStart"/>
            <w:r w:rsidRPr="7E952AA6" w:rsidR="079FC4F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7E952AA6" w:rsidR="079FC4F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.- poniżej 50 %. </w:t>
            </w:r>
            <w:r w:rsidRPr="7E952AA6" w:rsidR="079FC4F8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F4223D" w:rsidR="008663C0" w:rsidP="7E952AA6" w:rsidRDefault="007F0C64" w14:paraId="7B21F23A" w14:textId="3731371B">
            <w:pPr>
              <w:spacing w:before="0" w:after="0"/>
              <w:jc w:val="both"/>
            </w:pPr>
            <w:r w:rsidRPr="7E952AA6" w:rsidR="079FC4F8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7E952AA6" w:rsidR="079FC4F8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F4223D" w:rsidR="008663C0" w:rsidP="7E952AA6" w:rsidRDefault="007F0C64" w14:paraId="45E12CD0" w14:textId="16E19A94">
            <w:pPr>
              <w:spacing w:before="0" w:after="0"/>
              <w:jc w:val="both"/>
            </w:pPr>
            <w:r w:rsidRPr="7E952AA6" w:rsidR="079FC4F8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7E952AA6" w:rsidR="079FC4F8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F4223D" w:rsidR="008663C0" w:rsidP="7E952AA6" w:rsidRDefault="007F0C64" w14:paraId="2A480245" w14:textId="3AC7B49A">
            <w:pPr>
              <w:spacing w:before="0" w:after="0"/>
            </w:pPr>
            <w:r w:rsidRPr="7E952AA6" w:rsidR="079FC4F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Pr="00F4223D" w:rsidR="008663C0" w:rsidP="7E952AA6" w:rsidRDefault="007F0C64" w14:paraId="2120E9DF" w14:textId="581068C8">
            <w:pPr>
              <w:spacing w:before="0" w:after="0"/>
            </w:pPr>
            <w:r w:rsidRPr="7E952AA6" w:rsidR="079FC4F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Pr="00F4223D" w:rsidR="008663C0" w:rsidP="7E952AA6" w:rsidRDefault="007F0C64" w14:paraId="6323A4E7" w14:textId="424C155F">
            <w:pPr>
              <w:spacing w:before="0" w:after="0"/>
            </w:pPr>
            <w:r w:rsidRPr="7E952AA6" w:rsidR="079FC4F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F4223D" w:rsidR="008663C0" w:rsidP="7E952AA6" w:rsidRDefault="007F0C64" w14:paraId="6EC0EDE5" w14:textId="065D81E5">
            <w:pPr>
              <w:spacing w:before="0" w:after="0"/>
            </w:pPr>
            <w:r w:rsidRPr="7E952AA6" w:rsidR="079FC4F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Pr="00F4223D" w:rsidR="008663C0" w:rsidP="7E952AA6" w:rsidRDefault="007F0C64" w14:paraId="156F64D3" w14:textId="4DC9A121">
            <w:pPr>
              <w:spacing w:before="0" w:after="0"/>
            </w:pPr>
            <w:r w:rsidRPr="7E952AA6" w:rsidR="079FC4F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Pr="00F4223D" w:rsidR="008663C0" w:rsidP="7E952AA6" w:rsidRDefault="007F0C64" w14:paraId="4C388FD9" w14:textId="5D346CAE">
            <w:pPr>
              <w:spacing w:before="0" w:after="0"/>
            </w:pPr>
            <w:r w:rsidRPr="7E952AA6" w:rsidR="079FC4F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F4223D" w:rsidR="008663C0" w:rsidP="7E952AA6" w:rsidRDefault="007F0C64" w14:paraId="36FBBDB5" w14:textId="41738667">
            <w:pPr>
              <w:spacing w:before="0" w:after="0"/>
            </w:pPr>
            <w:r w:rsidRPr="7E952AA6" w:rsidR="079FC4F8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</w:t>
            </w:r>
          </w:p>
          <w:p w:rsidRPr="00F4223D" w:rsidR="008663C0" w:rsidP="7E952AA6" w:rsidRDefault="007F0C64" w14:paraId="690EC706" w14:textId="15BCEEFD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F4223D" w:rsidR="00923D7D" w:rsidP="009C54AE" w:rsidRDefault="00923D7D" w14:paraId="5DFF4C3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F4223D" w:rsidR="0085747A" w:rsidP="009C54AE" w:rsidRDefault="0085747A" w14:paraId="261B4B3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4223D" w:rsidR="009F4610" w:rsidP="009C54AE" w:rsidRDefault="0085747A" w14:paraId="0021858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 xml:space="preserve">5. </w:t>
      </w:r>
      <w:r w:rsidRPr="00F4223D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F4223D" w:rsidR="0085747A" w:rsidP="009C54AE" w:rsidRDefault="0085747A" w14:paraId="210B576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F4223D" w:rsidR="0085747A" w:rsidTr="406FF70D" w14:paraId="3C4EB433" w14:textId="77777777">
        <w:tc>
          <w:tcPr>
            <w:tcW w:w="4962" w:type="dxa"/>
            <w:tcMar/>
            <w:vAlign w:val="center"/>
          </w:tcPr>
          <w:p w:rsidRPr="00F4223D" w:rsidR="0085747A" w:rsidP="009C54AE" w:rsidRDefault="00C61DC5" w14:paraId="4B2473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4223D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Pr="00F4223D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4223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F4223D" w:rsidR="0085747A" w:rsidP="009C54AE" w:rsidRDefault="00C61DC5" w14:paraId="50753A6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4223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F4223D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4223D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4223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F4223D" w:rsidR="0085747A" w:rsidTr="406FF70D" w14:paraId="553E7492" w14:textId="77777777">
        <w:tc>
          <w:tcPr>
            <w:tcW w:w="4962" w:type="dxa"/>
            <w:tcMar/>
          </w:tcPr>
          <w:p w:rsidRPr="00F4223D" w:rsidR="0085747A" w:rsidP="009C54AE" w:rsidRDefault="00C61DC5" w14:paraId="3263CB24" w14:textId="373AEB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06FF70D" w:rsidR="00C61DC5">
              <w:rPr>
                <w:rFonts w:ascii="Corbel" w:hAnsi="Corbel"/>
                <w:sz w:val="24"/>
                <w:szCs w:val="24"/>
              </w:rPr>
              <w:t>G</w:t>
            </w:r>
            <w:r w:rsidRPr="406FF70D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406FF70D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406FF70D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406FF70D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406FF70D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Pr="406FF70D" w:rsidR="7F668BE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406FF70D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F4223D" w:rsidR="0085747A" w:rsidP="009C54AE" w:rsidRDefault="008349A1" w14:paraId="3974E9E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F4223D" w:rsidR="00C61DC5" w:rsidTr="406FF70D" w14:paraId="3735D38B" w14:textId="77777777">
        <w:tc>
          <w:tcPr>
            <w:tcW w:w="4962" w:type="dxa"/>
            <w:tcMar/>
          </w:tcPr>
          <w:p w:rsidRPr="00F4223D" w:rsidR="00C61DC5" w:rsidP="009C54AE" w:rsidRDefault="00C61DC5" w14:paraId="580AF89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F4223D" w:rsidR="00C61DC5" w:rsidP="009C54AE" w:rsidRDefault="00C61DC5" w14:paraId="37EF230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F4223D" w:rsidR="00C61DC5" w:rsidP="007268AD" w:rsidRDefault="007268AD" w14:paraId="6C20890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1351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F4223D" w:rsidR="00C61DC5" w:rsidTr="406FF70D" w14:paraId="7C68E5C3" w14:textId="77777777">
        <w:tc>
          <w:tcPr>
            <w:tcW w:w="4962" w:type="dxa"/>
            <w:tcMar/>
          </w:tcPr>
          <w:p w:rsidRPr="00F4223D" w:rsidR="0071620A" w:rsidP="009C54AE" w:rsidRDefault="00C61DC5" w14:paraId="27015B0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F4223D" w:rsidR="00C61DC5" w:rsidP="009C54AE" w:rsidRDefault="00C61DC5" w14:paraId="7A0E0C1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F4223D" w:rsidR="00C61DC5" w:rsidP="009C54AE" w:rsidRDefault="007268AD" w14:paraId="07F27B1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B1351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F4223D" w:rsidR="0085747A" w:rsidTr="406FF70D" w14:paraId="7B6D9995" w14:textId="77777777">
        <w:tc>
          <w:tcPr>
            <w:tcW w:w="4962" w:type="dxa"/>
            <w:tcMar/>
          </w:tcPr>
          <w:p w:rsidRPr="00001020" w:rsidR="0085747A" w:rsidP="009C54AE" w:rsidRDefault="0085747A" w14:paraId="5F4363D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0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001020" w:rsidR="0085747A" w:rsidP="007268AD" w:rsidRDefault="00B1351F" w14:paraId="3759646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020">
              <w:rPr>
                <w:rFonts w:ascii="Corbel" w:hAnsi="Corbel"/>
                <w:sz w:val="24"/>
                <w:szCs w:val="24"/>
              </w:rPr>
              <w:t>1</w:t>
            </w:r>
            <w:r w:rsidR="007268AD">
              <w:rPr>
                <w:rFonts w:ascii="Corbel" w:hAnsi="Corbel"/>
                <w:sz w:val="24"/>
                <w:szCs w:val="24"/>
              </w:rPr>
              <w:t>0</w:t>
            </w:r>
            <w:r w:rsidRPr="0000102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F4223D" w:rsidR="0085747A" w:rsidTr="406FF70D" w14:paraId="75FA63D2" w14:textId="77777777">
        <w:tc>
          <w:tcPr>
            <w:tcW w:w="4962" w:type="dxa"/>
            <w:tcMar/>
          </w:tcPr>
          <w:p w:rsidRPr="00001020" w:rsidR="0085747A" w:rsidP="009C54AE" w:rsidRDefault="0085747A" w14:paraId="36A9E4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10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001020" w:rsidR="0085747A" w:rsidP="009C54AE" w:rsidRDefault="008349A1" w14:paraId="2EC27B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02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F4223D" w:rsidR="0085747A" w:rsidP="009C54AE" w:rsidRDefault="00923D7D" w14:paraId="21D4706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4223D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F4223D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F4223D" w:rsidR="003E1941" w:rsidP="009C54AE" w:rsidRDefault="003E1941" w14:paraId="6DE884F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4223D" w:rsidR="0085747A" w:rsidP="406FF70D" w:rsidRDefault="0071620A" w14:paraId="0C41F35E" w14:textId="58F2147D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406FF70D" w:rsidR="0071620A">
        <w:rPr>
          <w:rFonts w:ascii="Corbel" w:hAnsi="Corbel"/>
          <w:caps w:val="0"/>
          <w:smallCaps w:val="0"/>
        </w:rPr>
        <w:t xml:space="preserve">6. </w:t>
      </w:r>
      <w:r w:rsidRPr="406FF70D" w:rsidR="0085747A">
        <w:rPr>
          <w:rFonts w:ascii="Corbel" w:hAnsi="Corbel"/>
          <w:caps w:val="0"/>
          <w:smallCaps w:val="0"/>
        </w:rPr>
        <w:t>PRAKTYKI ZAWODOWE W RAMACH PRZEDMIOTU</w:t>
      </w:r>
    </w:p>
    <w:p w:rsidRPr="00F4223D" w:rsidR="0085747A" w:rsidP="009C54AE" w:rsidRDefault="0085747A" w14:paraId="5922058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F4223D" w:rsidR="0085747A" w:rsidTr="406FF70D" w14:paraId="7C9630B6" w14:textId="77777777">
        <w:trPr>
          <w:trHeight w:val="397"/>
        </w:trPr>
        <w:tc>
          <w:tcPr>
            <w:tcW w:w="3544" w:type="dxa"/>
            <w:tcMar/>
          </w:tcPr>
          <w:p w:rsidRPr="00F4223D" w:rsidR="0085747A" w:rsidP="009C54AE" w:rsidRDefault="0085747A" w14:paraId="093B2E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F4223D" w:rsidR="0085747A" w:rsidP="406FF70D" w:rsidRDefault="0085747A" w14:paraId="3E8482AE" w14:textId="10C4CC7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06FF70D" w:rsidR="751EC93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F4223D" w:rsidR="0085747A" w:rsidTr="406FF70D" w14:paraId="08CC70E3" w14:textId="77777777">
        <w:trPr>
          <w:trHeight w:val="397"/>
        </w:trPr>
        <w:tc>
          <w:tcPr>
            <w:tcW w:w="3544" w:type="dxa"/>
            <w:tcMar/>
          </w:tcPr>
          <w:p w:rsidRPr="00F4223D" w:rsidR="0085747A" w:rsidP="009C54AE" w:rsidRDefault="0085747A" w14:paraId="28D7BE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F4223D" w:rsidR="0085747A" w:rsidP="406FF70D" w:rsidRDefault="0085747A" w14:paraId="77BC2B0C" w14:textId="1DA2761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06FF70D" w:rsidR="3FF2D7B3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F4223D" w:rsidR="003E1941" w:rsidP="009C54AE" w:rsidRDefault="003E1941" w14:paraId="26135BF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9C54AE" w:rsidRDefault="00675843" w14:paraId="4FBB6EE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7. </w:t>
      </w:r>
      <w:r w:rsidRPr="00F4223D" w:rsidR="0085747A">
        <w:rPr>
          <w:rFonts w:ascii="Corbel" w:hAnsi="Corbel"/>
          <w:smallCaps w:val="0"/>
          <w:szCs w:val="24"/>
        </w:rPr>
        <w:t>LITERATURA</w:t>
      </w:r>
      <w:r w:rsidRPr="00F4223D">
        <w:rPr>
          <w:rFonts w:ascii="Corbel" w:hAnsi="Corbel"/>
          <w:smallCaps w:val="0"/>
          <w:szCs w:val="24"/>
        </w:rPr>
        <w:t xml:space="preserve"> </w:t>
      </w:r>
    </w:p>
    <w:p w:rsidRPr="00F4223D" w:rsidR="008663C0" w:rsidP="009C54AE" w:rsidRDefault="008663C0" w14:paraId="649AE79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F4223D" w:rsidR="008663C0" w:rsidTr="406FF70D" w14:paraId="74D10DA4" w14:textId="77777777">
        <w:trPr>
          <w:trHeight w:val="397"/>
        </w:trPr>
        <w:tc>
          <w:tcPr>
            <w:tcW w:w="7513" w:type="dxa"/>
            <w:tcMar/>
          </w:tcPr>
          <w:p w:rsidRPr="00F4223D" w:rsidR="008663C0" w:rsidP="406FF70D" w:rsidRDefault="008663C0" w14:paraId="25B36A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06FF70D" w:rsidR="4C2A132B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  <w:r w:rsidRPr="406FF70D" w:rsidR="4C2A132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="406FF70D" w:rsidP="406FF70D" w:rsidRDefault="406FF70D" w14:paraId="78394364" w14:textId="7AB0E48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B72DA3" w:rsidR="00CE02FE" w:rsidP="00B72DA3" w:rsidRDefault="00CE02FE" w14:paraId="6F178669" w14:textId="77777777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CE02FE">
              <w:rPr>
                <w:rFonts w:ascii="Corbel" w:hAnsi="Corbel"/>
                <w:color w:val="000000"/>
                <w:sz w:val="24"/>
                <w:szCs w:val="24"/>
              </w:rPr>
              <w:t>Z. Duniewska, M. Stahl (red.), Odpowiedzialność administracji i w administracji, Wolters Kluwer, 2013</w:t>
            </w:r>
          </w:p>
          <w:p w:rsidRPr="00CE02FE" w:rsidR="0072026C" w:rsidP="00CE02FE" w:rsidRDefault="00A4132C" w14:paraId="748C5A16" w14:textId="77777777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A4132C">
              <w:rPr>
                <w:rFonts w:ascii="Corbel" w:hAnsi="Corbel"/>
                <w:color w:val="000000"/>
                <w:sz w:val="24"/>
                <w:szCs w:val="24"/>
              </w:rPr>
              <w:t>A.Cebera, Odpowiedzialność odszkodowawcza za niezgodne z prawem działania organów administracji publicznej, Wolters Kluwer, 2018</w:t>
            </w:r>
          </w:p>
          <w:p w:rsidR="0072026C" w:rsidP="0072026C" w:rsidRDefault="0072026C" w14:paraId="4768E638" w14:textId="77777777">
            <w:pPr>
              <w:pStyle w:val="Punktygwne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02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Bujny (red.), Odpowiedzialność w administracji publicznej. Poradnik urzędnika, C.H. Beck, 2005</w:t>
            </w:r>
          </w:p>
          <w:p w:rsidRPr="00B72DA3" w:rsidR="0072026C" w:rsidP="00CE02FE" w:rsidRDefault="002211E2" w14:paraId="1E54BF4C" w14:textId="77777777">
            <w:pPr>
              <w:pStyle w:val="Punktygwne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11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2211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Kusiak-Winter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211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Odpowiedzialność administracji publicznej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211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Struktura odpowiedzialności z perspektywy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211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determinantów prawnych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2019</w:t>
            </w:r>
          </w:p>
          <w:p w:rsidRPr="00CE02FE" w:rsidR="0072026C" w:rsidP="00CE02FE" w:rsidRDefault="0072026C" w14:paraId="343B8EFE" w14:textId="77777777">
            <w:pPr>
              <w:pStyle w:val="Punktygwne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02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 Cudowski (red.), Odpowiedzialność jako instrument zapewnienia prawidłowego funkcjonowania samorządu terytorialnego (o potrzebie badań), Białystok 2006</w:t>
            </w:r>
          </w:p>
          <w:p w:rsidRPr="00FD1D56" w:rsidR="008663C0" w:rsidP="00FD1D56" w:rsidRDefault="00FD1D56" w14:paraId="6BE96B94" w14:textId="77777777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FD1D56">
              <w:rPr>
                <w:rFonts w:ascii="Corbel" w:hAnsi="Corbel"/>
                <w:color w:val="000000"/>
                <w:sz w:val="24"/>
                <w:szCs w:val="24"/>
              </w:rPr>
              <w:t>J. Borkowska (red.), Odpowiedzialność urzędnika administracji publicznej, Warszawa 2009</w:t>
            </w:r>
          </w:p>
        </w:tc>
      </w:tr>
      <w:tr w:rsidRPr="00F4223D" w:rsidR="008663C0" w:rsidTr="406FF70D" w14:paraId="2025A961" w14:textId="77777777">
        <w:trPr>
          <w:trHeight w:val="397"/>
        </w:trPr>
        <w:tc>
          <w:tcPr>
            <w:tcW w:w="7513" w:type="dxa"/>
            <w:tcMar/>
          </w:tcPr>
          <w:p w:rsidRPr="00F4223D" w:rsidR="008663C0" w:rsidP="406FF70D" w:rsidRDefault="008663C0" w14:paraId="1305369B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406FF70D" w:rsidR="4C2A132B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008663C0" w:rsidP="00A4132C" w:rsidRDefault="00A4132C" w14:paraId="4A0C8CAF" w14:textId="77777777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3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Stelina, Prawo urzędnicze, Warszawa 2017</w:t>
            </w:r>
          </w:p>
          <w:p w:rsidRPr="00F4223D" w:rsidR="00FD1D56" w:rsidP="00FD1D56" w:rsidRDefault="00FD1D56" w14:paraId="5E7DEE23" w14:textId="77777777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1D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Safjan, K. J. Matuszczyk, Odpowiedzialność odszkodowawcza władzy publicznej, LEXISNEXIS 2009</w:t>
            </w:r>
          </w:p>
        </w:tc>
      </w:tr>
    </w:tbl>
    <w:p w:rsidRPr="00F4223D" w:rsidR="0085747A" w:rsidP="009C54AE" w:rsidRDefault="0085747A" w14:paraId="5FDFC0F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4223D" w:rsidR="0085747A" w:rsidP="009C54AE" w:rsidRDefault="0085747A" w14:paraId="25FA653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4223D" w:rsidR="0085747A" w:rsidP="00F83B28" w:rsidRDefault="0085747A" w14:paraId="120A1CF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4223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F4223D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41C03" w:rsidP="00C16ABF" w:rsidRDefault="00541C03" w14:paraId="71D07E6E" w14:textId="77777777">
      <w:pPr>
        <w:spacing w:after="0" w:line="240" w:lineRule="auto"/>
      </w:pPr>
      <w:r>
        <w:separator/>
      </w:r>
    </w:p>
  </w:endnote>
  <w:endnote w:type="continuationSeparator" w:id="0">
    <w:p w:rsidR="00541C03" w:rsidP="00C16ABF" w:rsidRDefault="00541C03" w14:paraId="1DF3392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41C03" w:rsidP="00C16ABF" w:rsidRDefault="00541C03" w14:paraId="46EB1A4C" w14:textId="77777777">
      <w:pPr>
        <w:spacing w:after="0" w:line="240" w:lineRule="auto"/>
      </w:pPr>
      <w:r>
        <w:separator/>
      </w:r>
    </w:p>
  </w:footnote>
  <w:footnote w:type="continuationSeparator" w:id="0">
    <w:p w:rsidR="00541C03" w:rsidP="00C16ABF" w:rsidRDefault="00541C03" w14:paraId="338437C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B7BDAC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CA544B"/>
    <w:multiLevelType w:val="hybridMultilevel"/>
    <w:tmpl w:val="078C0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EE2AB4"/>
    <w:multiLevelType w:val="hybridMultilevel"/>
    <w:tmpl w:val="6E14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fullPage" w:percent="74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020"/>
    <w:rsid w:val="000048FD"/>
    <w:rsid w:val="000077B4"/>
    <w:rsid w:val="00015B8F"/>
    <w:rsid w:val="00022ECE"/>
    <w:rsid w:val="0003774E"/>
    <w:rsid w:val="00042A51"/>
    <w:rsid w:val="00042D2E"/>
    <w:rsid w:val="00042D42"/>
    <w:rsid w:val="00044C82"/>
    <w:rsid w:val="000577AF"/>
    <w:rsid w:val="000603A8"/>
    <w:rsid w:val="00070ED6"/>
    <w:rsid w:val="000742DC"/>
    <w:rsid w:val="00084C12"/>
    <w:rsid w:val="0009462C"/>
    <w:rsid w:val="00094B12"/>
    <w:rsid w:val="00096C46"/>
    <w:rsid w:val="000A296F"/>
    <w:rsid w:val="000A2A28"/>
    <w:rsid w:val="000A4CA2"/>
    <w:rsid w:val="000B192D"/>
    <w:rsid w:val="000B28EE"/>
    <w:rsid w:val="000B3E37"/>
    <w:rsid w:val="000C65AA"/>
    <w:rsid w:val="000D04B0"/>
    <w:rsid w:val="000E02C0"/>
    <w:rsid w:val="000F1C57"/>
    <w:rsid w:val="000F5615"/>
    <w:rsid w:val="00121C29"/>
    <w:rsid w:val="00121F96"/>
    <w:rsid w:val="00124BFF"/>
    <w:rsid w:val="0012560E"/>
    <w:rsid w:val="00127108"/>
    <w:rsid w:val="00134B13"/>
    <w:rsid w:val="00143A70"/>
    <w:rsid w:val="00146BC0"/>
    <w:rsid w:val="0015251A"/>
    <w:rsid w:val="00153C41"/>
    <w:rsid w:val="00154381"/>
    <w:rsid w:val="001640A7"/>
    <w:rsid w:val="00164FA7"/>
    <w:rsid w:val="00166A03"/>
    <w:rsid w:val="001718A7"/>
    <w:rsid w:val="001737CF"/>
    <w:rsid w:val="00176083"/>
    <w:rsid w:val="00176605"/>
    <w:rsid w:val="00177C0C"/>
    <w:rsid w:val="00183699"/>
    <w:rsid w:val="00192F37"/>
    <w:rsid w:val="001968FB"/>
    <w:rsid w:val="001A70D2"/>
    <w:rsid w:val="001B25F3"/>
    <w:rsid w:val="001C3C2E"/>
    <w:rsid w:val="001D2AAB"/>
    <w:rsid w:val="001D657B"/>
    <w:rsid w:val="001D7B54"/>
    <w:rsid w:val="001E0209"/>
    <w:rsid w:val="001F2CA2"/>
    <w:rsid w:val="001F522C"/>
    <w:rsid w:val="002144C0"/>
    <w:rsid w:val="002211E2"/>
    <w:rsid w:val="0022477D"/>
    <w:rsid w:val="002278A9"/>
    <w:rsid w:val="00230172"/>
    <w:rsid w:val="002336F9"/>
    <w:rsid w:val="0024028F"/>
    <w:rsid w:val="00243424"/>
    <w:rsid w:val="00244ABC"/>
    <w:rsid w:val="002466BB"/>
    <w:rsid w:val="00257CF4"/>
    <w:rsid w:val="00273B07"/>
    <w:rsid w:val="00281FF2"/>
    <w:rsid w:val="002857DE"/>
    <w:rsid w:val="002872CD"/>
    <w:rsid w:val="00291567"/>
    <w:rsid w:val="00296055"/>
    <w:rsid w:val="00296739"/>
    <w:rsid w:val="002A22BF"/>
    <w:rsid w:val="002A2389"/>
    <w:rsid w:val="002A671D"/>
    <w:rsid w:val="002B29D2"/>
    <w:rsid w:val="002B4D55"/>
    <w:rsid w:val="002B5EA0"/>
    <w:rsid w:val="002B6119"/>
    <w:rsid w:val="002B71AA"/>
    <w:rsid w:val="002C1F06"/>
    <w:rsid w:val="002D3375"/>
    <w:rsid w:val="002D73D4"/>
    <w:rsid w:val="002E2EB0"/>
    <w:rsid w:val="002E640E"/>
    <w:rsid w:val="002F02A3"/>
    <w:rsid w:val="002F4ABE"/>
    <w:rsid w:val="003018BA"/>
    <w:rsid w:val="0030395F"/>
    <w:rsid w:val="00305C92"/>
    <w:rsid w:val="003151C5"/>
    <w:rsid w:val="003343CF"/>
    <w:rsid w:val="003351FB"/>
    <w:rsid w:val="00346FE9"/>
    <w:rsid w:val="0034759A"/>
    <w:rsid w:val="003503F6"/>
    <w:rsid w:val="003530DD"/>
    <w:rsid w:val="00363F78"/>
    <w:rsid w:val="00376DC4"/>
    <w:rsid w:val="00381154"/>
    <w:rsid w:val="003A0A5B"/>
    <w:rsid w:val="003A1176"/>
    <w:rsid w:val="003A74F2"/>
    <w:rsid w:val="003B1DE8"/>
    <w:rsid w:val="003B30E2"/>
    <w:rsid w:val="003C0BAE"/>
    <w:rsid w:val="003D18A9"/>
    <w:rsid w:val="003D6CE2"/>
    <w:rsid w:val="003E1329"/>
    <w:rsid w:val="003E1941"/>
    <w:rsid w:val="003E2FE6"/>
    <w:rsid w:val="003E49D5"/>
    <w:rsid w:val="003F1062"/>
    <w:rsid w:val="003F38C0"/>
    <w:rsid w:val="003F68C4"/>
    <w:rsid w:val="00414E3C"/>
    <w:rsid w:val="0042244A"/>
    <w:rsid w:val="00424890"/>
    <w:rsid w:val="00425DBB"/>
    <w:rsid w:val="0042745A"/>
    <w:rsid w:val="00431D5C"/>
    <w:rsid w:val="004362C6"/>
    <w:rsid w:val="00437FA2"/>
    <w:rsid w:val="00445970"/>
    <w:rsid w:val="0045350E"/>
    <w:rsid w:val="004579A1"/>
    <w:rsid w:val="00461EFC"/>
    <w:rsid w:val="004652C2"/>
    <w:rsid w:val="00467280"/>
    <w:rsid w:val="004706D1"/>
    <w:rsid w:val="00471326"/>
    <w:rsid w:val="0047598D"/>
    <w:rsid w:val="004840FD"/>
    <w:rsid w:val="00490F7D"/>
    <w:rsid w:val="00491678"/>
    <w:rsid w:val="004968E2"/>
    <w:rsid w:val="004A3739"/>
    <w:rsid w:val="004A3EEA"/>
    <w:rsid w:val="004A4D1F"/>
    <w:rsid w:val="004C68C2"/>
    <w:rsid w:val="004D5282"/>
    <w:rsid w:val="004F1551"/>
    <w:rsid w:val="004F55A3"/>
    <w:rsid w:val="0050496F"/>
    <w:rsid w:val="00513B6F"/>
    <w:rsid w:val="00517C63"/>
    <w:rsid w:val="00527B4D"/>
    <w:rsid w:val="0053279F"/>
    <w:rsid w:val="00535449"/>
    <w:rsid w:val="005363C4"/>
    <w:rsid w:val="00536BDE"/>
    <w:rsid w:val="00537B05"/>
    <w:rsid w:val="00541C03"/>
    <w:rsid w:val="00543ACC"/>
    <w:rsid w:val="00553F58"/>
    <w:rsid w:val="00561846"/>
    <w:rsid w:val="0056696D"/>
    <w:rsid w:val="005670E2"/>
    <w:rsid w:val="0059484D"/>
    <w:rsid w:val="005A0855"/>
    <w:rsid w:val="005A3196"/>
    <w:rsid w:val="005A3285"/>
    <w:rsid w:val="005A3E20"/>
    <w:rsid w:val="005A5CC7"/>
    <w:rsid w:val="005C080F"/>
    <w:rsid w:val="005C1CDF"/>
    <w:rsid w:val="005C55E5"/>
    <w:rsid w:val="005C696A"/>
    <w:rsid w:val="005E6E85"/>
    <w:rsid w:val="005F31D2"/>
    <w:rsid w:val="005F4C38"/>
    <w:rsid w:val="0061029B"/>
    <w:rsid w:val="006132CF"/>
    <w:rsid w:val="00617230"/>
    <w:rsid w:val="00617C22"/>
    <w:rsid w:val="00621CE1"/>
    <w:rsid w:val="00627FC9"/>
    <w:rsid w:val="00647FA8"/>
    <w:rsid w:val="00650C5F"/>
    <w:rsid w:val="00654934"/>
    <w:rsid w:val="006620D9"/>
    <w:rsid w:val="00671958"/>
    <w:rsid w:val="00675843"/>
    <w:rsid w:val="00676174"/>
    <w:rsid w:val="00696477"/>
    <w:rsid w:val="006C3643"/>
    <w:rsid w:val="006D050F"/>
    <w:rsid w:val="006D2A98"/>
    <w:rsid w:val="006D6139"/>
    <w:rsid w:val="006E5D65"/>
    <w:rsid w:val="006F1282"/>
    <w:rsid w:val="006F1FBC"/>
    <w:rsid w:val="006F31E2"/>
    <w:rsid w:val="0070058E"/>
    <w:rsid w:val="0070402D"/>
    <w:rsid w:val="00704BA8"/>
    <w:rsid w:val="00706544"/>
    <w:rsid w:val="007072BA"/>
    <w:rsid w:val="0071620A"/>
    <w:rsid w:val="0072026C"/>
    <w:rsid w:val="00724677"/>
    <w:rsid w:val="00725459"/>
    <w:rsid w:val="007268AD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9DE"/>
    <w:rsid w:val="007A4022"/>
    <w:rsid w:val="007A6E6E"/>
    <w:rsid w:val="007C3299"/>
    <w:rsid w:val="007C3BCC"/>
    <w:rsid w:val="007C4546"/>
    <w:rsid w:val="007D6E56"/>
    <w:rsid w:val="007F0C64"/>
    <w:rsid w:val="007F4155"/>
    <w:rsid w:val="008116D3"/>
    <w:rsid w:val="0081554D"/>
    <w:rsid w:val="0081707E"/>
    <w:rsid w:val="008219A7"/>
    <w:rsid w:val="008349A1"/>
    <w:rsid w:val="00835B78"/>
    <w:rsid w:val="008449B3"/>
    <w:rsid w:val="0084533F"/>
    <w:rsid w:val="0085660A"/>
    <w:rsid w:val="0085747A"/>
    <w:rsid w:val="008615F8"/>
    <w:rsid w:val="008663C0"/>
    <w:rsid w:val="0088110A"/>
    <w:rsid w:val="00884922"/>
    <w:rsid w:val="00885038"/>
    <w:rsid w:val="00885F64"/>
    <w:rsid w:val="008917F9"/>
    <w:rsid w:val="008A45F7"/>
    <w:rsid w:val="008B05DF"/>
    <w:rsid w:val="008C0CC0"/>
    <w:rsid w:val="008C19A9"/>
    <w:rsid w:val="008C379D"/>
    <w:rsid w:val="008C5147"/>
    <w:rsid w:val="008C5359"/>
    <w:rsid w:val="008C5363"/>
    <w:rsid w:val="008D3DFB"/>
    <w:rsid w:val="008E5043"/>
    <w:rsid w:val="008E64F4"/>
    <w:rsid w:val="008F12C9"/>
    <w:rsid w:val="008F6E29"/>
    <w:rsid w:val="00916188"/>
    <w:rsid w:val="00923D7D"/>
    <w:rsid w:val="00924DB9"/>
    <w:rsid w:val="009508DF"/>
    <w:rsid w:val="00950DAC"/>
    <w:rsid w:val="00954A07"/>
    <w:rsid w:val="0099249A"/>
    <w:rsid w:val="00993030"/>
    <w:rsid w:val="00997F14"/>
    <w:rsid w:val="009A78D9"/>
    <w:rsid w:val="009C3E31"/>
    <w:rsid w:val="009C4153"/>
    <w:rsid w:val="009C54AE"/>
    <w:rsid w:val="009C788E"/>
    <w:rsid w:val="009D30C1"/>
    <w:rsid w:val="009E3B41"/>
    <w:rsid w:val="009E646F"/>
    <w:rsid w:val="009F3C5C"/>
    <w:rsid w:val="009F4610"/>
    <w:rsid w:val="00A00ECC"/>
    <w:rsid w:val="00A155EE"/>
    <w:rsid w:val="00A2245B"/>
    <w:rsid w:val="00A30110"/>
    <w:rsid w:val="00A36899"/>
    <w:rsid w:val="00A371F6"/>
    <w:rsid w:val="00A4132C"/>
    <w:rsid w:val="00A43BF6"/>
    <w:rsid w:val="00A51E9E"/>
    <w:rsid w:val="00A53FA5"/>
    <w:rsid w:val="00A54817"/>
    <w:rsid w:val="00A601C8"/>
    <w:rsid w:val="00A60799"/>
    <w:rsid w:val="00A60D8A"/>
    <w:rsid w:val="00A84C85"/>
    <w:rsid w:val="00A87FCB"/>
    <w:rsid w:val="00A95165"/>
    <w:rsid w:val="00A97993"/>
    <w:rsid w:val="00A97DE1"/>
    <w:rsid w:val="00AB053C"/>
    <w:rsid w:val="00AD1146"/>
    <w:rsid w:val="00AD27D3"/>
    <w:rsid w:val="00AD4AC5"/>
    <w:rsid w:val="00AD66D6"/>
    <w:rsid w:val="00AE1160"/>
    <w:rsid w:val="00AE203C"/>
    <w:rsid w:val="00AE20B4"/>
    <w:rsid w:val="00AE2E74"/>
    <w:rsid w:val="00AE5FCB"/>
    <w:rsid w:val="00AF2C1E"/>
    <w:rsid w:val="00B06142"/>
    <w:rsid w:val="00B1351F"/>
    <w:rsid w:val="00B135B1"/>
    <w:rsid w:val="00B261DB"/>
    <w:rsid w:val="00B3130B"/>
    <w:rsid w:val="00B355D6"/>
    <w:rsid w:val="00B40ADB"/>
    <w:rsid w:val="00B43B77"/>
    <w:rsid w:val="00B43E80"/>
    <w:rsid w:val="00B607DB"/>
    <w:rsid w:val="00B66529"/>
    <w:rsid w:val="00B72DA3"/>
    <w:rsid w:val="00B75946"/>
    <w:rsid w:val="00B8056E"/>
    <w:rsid w:val="00B819C8"/>
    <w:rsid w:val="00B82308"/>
    <w:rsid w:val="00B86AB8"/>
    <w:rsid w:val="00B90885"/>
    <w:rsid w:val="00B9370C"/>
    <w:rsid w:val="00B93C28"/>
    <w:rsid w:val="00BB520A"/>
    <w:rsid w:val="00BC518A"/>
    <w:rsid w:val="00BC5FC5"/>
    <w:rsid w:val="00BC717F"/>
    <w:rsid w:val="00BD3869"/>
    <w:rsid w:val="00BD4BF2"/>
    <w:rsid w:val="00BD66E9"/>
    <w:rsid w:val="00BD6FF4"/>
    <w:rsid w:val="00BE6755"/>
    <w:rsid w:val="00BE71FE"/>
    <w:rsid w:val="00BF2C41"/>
    <w:rsid w:val="00BF42B8"/>
    <w:rsid w:val="00C058B4"/>
    <w:rsid w:val="00C05F44"/>
    <w:rsid w:val="00C131B5"/>
    <w:rsid w:val="00C16ABF"/>
    <w:rsid w:val="00C170AE"/>
    <w:rsid w:val="00C26CB7"/>
    <w:rsid w:val="00C324C1"/>
    <w:rsid w:val="00C33CEC"/>
    <w:rsid w:val="00C36992"/>
    <w:rsid w:val="00C56036"/>
    <w:rsid w:val="00C61DC5"/>
    <w:rsid w:val="00C674D0"/>
    <w:rsid w:val="00C67E92"/>
    <w:rsid w:val="00C70A26"/>
    <w:rsid w:val="00C737F6"/>
    <w:rsid w:val="00C766DF"/>
    <w:rsid w:val="00C834E1"/>
    <w:rsid w:val="00C86B29"/>
    <w:rsid w:val="00C94B98"/>
    <w:rsid w:val="00CA2B96"/>
    <w:rsid w:val="00CA5089"/>
    <w:rsid w:val="00CC2222"/>
    <w:rsid w:val="00CD6897"/>
    <w:rsid w:val="00CE02FE"/>
    <w:rsid w:val="00CE5BAC"/>
    <w:rsid w:val="00CF25BE"/>
    <w:rsid w:val="00CF78ED"/>
    <w:rsid w:val="00D02B25"/>
    <w:rsid w:val="00D02EBA"/>
    <w:rsid w:val="00D15855"/>
    <w:rsid w:val="00D17291"/>
    <w:rsid w:val="00D17C3C"/>
    <w:rsid w:val="00D220D6"/>
    <w:rsid w:val="00D26B2C"/>
    <w:rsid w:val="00D352C9"/>
    <w:rsid w:val="00D365F0"/>
    <w:rsid w:val="00D425B2"/>
    <w:rsid w:val="00D428D6"/>
    <w:rsid w:val="00D552B2"/>
    <w:rsid w:val="00D608D1"/>
    <w:rsid w:val="00D6776B"/>
    <w:rsid w:val="00D74119"/>
    <w:rsid w:val="00D778B9"/>
    <w:rsid w:val="00D8075B"/>
    <w:rsid w:val="00D8678B"/>
    <w:rsid w:val="00DA2114"/>
    <w:rsid w:val="00DB20EF"/>
    <w:rsid w:val="00DB2CE6"/>
    <w:rsid w:val="00DD2831"/>
    <w:rsid w:val="00DD65E5"/>
    <w:rsid w:val="00DE05B1"/>
    <w:rsid w:val="00DE09C0"/>
    <w:rsid w:val="00DE4A14"/>
    <w:rsid w:val="00DF320D"/>
    <w:rsid w:val="00DF71C8"/>
    <w:rsid w:val="00E02EC6"/>
    <w:rsid w:val="00E04DE4"/>
    <w:rsid w:val="00E115F0"/>
    <w:rsid w:val="00E129B8"/>
    <w:rsid w:val="00E21E7D"/>
    <w:rsid w:val="00E22FBC"/>
    <w:rsid w:val="00E24BF5"/>
    <w:rsid w:val="00E25338"/>
    <w:rsid w:val="00E32827"/>
    <w:rsid w:val="00E51E44"/>
    <w:rsid w:val="00E62226"/>
    <w:rsid w:val="00E63348"/>
    <w:rsid w:val="00E77E88"/>
    <w:rsid w:val="00E8107D"/>
    <w:rsid w:val="00E960BB"/>
    <w:rsid w:val="00E9646B"/>
    <w:rsid w:val="00EA2074"/>
    <w:rsid w:val="00EA4832"/>
    <w:rsid w:val="00EA4E9D"/>
    <w:rsid w:val="00EB6F9A"/>
    <w:rsid w:val="00EC4899"/>
    <w:rsid w:val="00ED03AB"/>
    <w:rsid w:val="00ED32D2"/>
    <w:rsid w:val="00ED45FE"/>
    <w:rsid w:val="00ED57B8"/>
    <w:rsid w:val="00EE32DE"/>
    <w:rsid w:val="00EE5457"/>
    <w:rsid w:val="00EF6556"/>
    <w:rsid w:val="00F070AB"/>
    <w:rsid w:val="00F13ABF"/>
    <w:rsid w:val="00F17567"/>
    <w:rsid w:val="00F27576"/>
    <w:rsid w:val="00F27A7B"/>
    <w:rsid w:val="00F4223D"/>
    <w:rsid w:val="00F46F13"/>
    <w:rsid w:val="00F526AF"/>
    <w:rsid w:val="00F617C3"/>
    <w:rsid w:val="00F7066B"/>
    <w:rsid w:val="00F83B28"/>
    <w:rsid w:val="00F85375"/>
    <w:rsid w:val="00FA46E5"/>
    <w:rsid w:val="00FB7DBA"/>
    <w:rsid w:val="00FC1C25"/>
    <w:rsid w:val="00FC3F45"/>
    <w:rsid w:val="00FD1D56"/>
    <w:rsid w:val="00FD503F"/>
    <w:rsid w:val="00FD7589"/>
    <w:rsid w:val="00FE7CCB"/>
    <w:rsid w:val="00FF016A"/>
    <w:rsid w:val="00FF1401"/>
    <w:rsid w:val="00FF5E7D"/>
    <w:rsid w:val="02C94530"/>
    <w:rsid w:val="079FC4F8"/>
    <w:rsid w:val="0E9B089F"/>
    <w:rsid w:val="1036D900"/>
    <w:rsid w:val="127B8118"/>
    <w:rsid w:val="1AF0539B"/>
    <w:rsid w:val="217E8E35"/>
    <w:rsid w:val="21E99774"/>
    <w:rsid w:val="2B23E42A"/>
    <w:rsid w:val="3CBF5372"/>
    <w:rsid w:val="3FF2D7B3"/>
    <w:rsid w:val="406FF70D"/>
    <w:rsid w:val="4090DB2F"/>
    <w:rsid w:val="44DE7668"/>
    <w:rsid w:val="45B960C6"/>
    <w:rsid w:val="49FC564F"/>
    <w:rsid w:val="4C2A132B"/>
    <w:rsid w:val="511ED92B"/>
    <w:rsid w:val="589E9E59"/>
    <w:rsid w:val="68D9DDAE"/>
    <w:rsid w:val="6B049320"/>
    <w:rsid w:val="6E9A96B6"/>
    <w:rsid w:val="70992359"/>
    <w:rsid w:val="751EC935"/>
    <w:rsid w:val="7E952AA6"/>
    <w:rsid w:val="7F668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FDBDD"/>
  <w15:docId w15:val="{92ED1117-94A9-4E98-8A40-0250379FF7D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gt-baf-back" w:customStyle="1">
    <w:name w:val="gt-baf-back"/>
    <w:rsid w:val="00704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3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3ED09-637C-4A73-8A2B-3DC59070A14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Barczewska-Dziobek Agata</lastModifiedBy>
  <revision>9</revision>
  <lastPrinted>2021-12-17T09:36:00.0000000Z</lastPrinted>
  <dcterms:created xsi:type="dcterms:W3CDTF">2021-12-12T17:18:00.0000000Z</dcterms:created>
  <dcterms:modified xsi:type="dcterms:W3CDTF">2022-01-21T10:56:10.4178004Z</dcterms:modified>
</coreProperties>
</file>